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  <w:r w:rsidRPr="00FC5039">
        <w:rPr>
          <w:rFonts w:ascii="Bookman Old Style" w:hAnsi="Bookman Old Style"/>
          <w:b/>
          <w:i/>
          <w:sz w:val="28"/>
          <w:szCs w:val="28"/>
        </w:rPr>
        <w:t>Light Breakfast</w:t>
      </w:r>
    </w:p>
    <w:p w:rsidR="003602AA" w:rsidRPr="00FC5039" w:rsidRDefault="003602AA">
      <w:pPr>
        <w:rPr>
          <w:rFonts w:ascii="Bookman Old Style" w:hAnsi="Bookman Old Style"/>
          <w:b/>
          <w:i/>
        </w:rPr>
        <w:sectPr w:rsidR="003602AA" w:rsidRPr="00FC5039" w:rsidSect="00107AEC">
          <w:type w:val="nextColumn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602AA" w:rsidRPr="00FC5039" w:rsidRDefault="003602AA">
      <w:pPr>
        <w:rPr>
          <w:rFonts w:ascii="Bookman Old Style" w:hAnsi="Bookman Old Style"/>
          <w:b/>
          <w:i/>
        </w:rPr>
      </w:pPr>
      <w:r w:rsidRPr="00FC5039">
        <w:rPr>
          <w:rFonts w:ascii="Bookman Old Style" w:hAnsi="Bookman Old Style"/>
          <w:b/>
          <w:i/>
        </w:rPr>
        <w:t xml:space="preserve">Quick and Easy 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 xml:space="preserve">French Pastry, a Fresh Baked Gourmet Muffin,and Whole Fresh Fruit(Featuring Local Apples and Peaches, </w:t>
      </w:r>
      <w:smartTag w:uri="urn:schemas-microsoft-com:office:smarttags" w:element="State">
        <w:r w:rsidRPr="00FC5039">
          <w:rPr>
            <w:rFonts w:ascii="Bookman Old Style" w:hAnsi="Bookman Old Style"/>
            <w:i/>
          </w:rPr>
          <w:t>California</w:t>
        </w:r>
      </w:smartTag>
      <w:r w:rsidRPr="00FC5039">
        <w:rPr>
          <w:rFonts w:ascii="Bookman Old Style" w:hAnsi="Bookman Old Style"/>
          <w:i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FC5039">
            <w:rPr>
              <w:rFonts w:ascii="Bookman Old Style" w:hAnsi="Bookman Old Style"/>
              <w:i/>
            </w:rPr>
            <w:t>Oranges</w:t>
          </w:r>
        </w:smartTag>
      </w:smartTag>
      <w:r w:rsidRPr="00FC5039">
        <w:rPr>
          <w:rFonts w:ascii="Bookman Old Style" w:hAnsi="Bookman Old Style"/>
          <w:i/>
        </w:rPr>
        <w:t>, or Bananas).</w:t>
      </w:r>
    </w:p>
    <w:p w:rsidR="003602AA" w:rsidRPr="00FC5039" w:rsidRDefault="003602AA">
      <w:pPr>
        <w:rPr>
          <w:rFonts w:ascii="Bookman Old Style" w:hAnsi="Bookman Old Style"/>
          <w:b/>
          <w:i/>
        </w:rPr>
      </w:pPr>
      <w:r w:rsidRPr="00FC5039">
        <w:rPr>
          <w:rFonts w:ascii="Bookman Old Style" w:hAnsi="Bookman Old Style"/>
          <w:b/>
          <w:i/>
        </w:rPr>
        <w:t>Fast Farmhouse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 xml:space="preserve">Fresh baked Breakfast Bread and Buttery Biscuits, Whipped Butter and House-made Strawberry Jam and Local Fruit Jellies, and Whole Fresh Fruit(Featuring Local Apples and Peaches, </w:t>
      </w:r>
      <w:smartTag w:uri="urn:schemas-microsoft-com:office:smarttags" w:element="State">
        <w:r w:rsidRPr="00FC5039">
          <w:rPr>
            <w:rFonts w:ascii="Bookman Old Style" w:hAnsi="Bookman Old Style"/>
            <w:i/>
          </w:rPr>
          <w:t>California</w:t>
        </w:r>
      </w:smartTag>
      <w:r w:rsidRPr="00FC5039">
        <w:rPr>
          <w:rFonts w:ascii="Bookman Old Style" w:hAnsi="Bookman Old Style"/>
          <w:i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FC5039">
            <w:rPr>
              <w:rFonts w:ascii="Bookman Old Style" w:hAnsi="Bookman Old Style"/>
              <w:i/>
            </w:rPr>
            <w:t>Oranges</w:t>
          </w:r>
        </w:smartTag>
      </w:smartTag>
      <w:r w:rsidRPr="00FC5039">
        <w:rPr>
          <w:rFonts w:ascii="Bookman Old Style" w:hAnsi="Bookman Old Style"/>
          <w:i/>
        </w:rPr>
        <w:t>, or Bananas).</w:t>
      </w:r>
    </w:p>
    <w:p w:rsidR="003602AA" w:rsidRPr="00FC5039" w:rsidRDefault="003602AA">
      <w:pPr>
        <w:rPr>
          <w:rFonts w:ascii="Bookman Old Style" w:hAnsi="Bookman Old Style"/>
          <w:b/>
          <w:i/>
        </w:rPr>
      </w:pPr>
      <w:r w:rsidRPr="00FC5039">
        <w:rPr>
          <w:rFonts w:ascii="Bookman Old Style" w:hAnsi="Bookman Old Style"/>
          <w:b/>
          <w:i/>
        </w:rPr>
        <w:t>Light and Lean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 xml:space="preserve">Individual Yogurt, Fresh Fruit and </w:t>
      </w:r>
      <w:smartTag w:uri="urn:schemas-microsoft-com:office:smarttags" w:element="place">
        <w:smartTag w:uri="urn:schemas-microsoft-com:office:smarttags" w:element="State">
          <w:r w:rsidRPr="00FC5039">
            <w:rPr>
              <w:rFonts w:ascii="Bookman Old Style" w:hAnsi="Bookman Old Style"/>
              <w:i/>
            </w:rPr>
            <w:t>Berry</w:t>
          </w:r>
        </w:smartTag>
      </w:smartTag>
      <w:r w:rsidRPr="00FC5039">
        <w:rPr>
          <w:rFonts w:ascii="Bookman Old Style" w:hAnsi="Bookman Old Style"/>
          <w:i/>
        </w:rPr>
        <w:t xml:space="preserve"> Cups and House-made Granola.</w:t>
      </w:r>
    </w:p>
    <w:p w:rsidR="003602AA" w:rsidRPr="00FC5039" w:rsidRDefault="003602AA">
      <w:pPr>
        <w:rPr>
          <w:rFonts w:ascii="Bookman Old Style" w:hAnsi="Bookman Old Style"/>
          <w:b/>
          <w:i/>
        </w:rPr>
      </w:pPr>
    </w:p>
    <w:p w:rsidR="003602AA" w:rsidRPr="00FC5039" w:rsidRDefault="003602AA">
      <w:pPr>
        <w:rPr>
          <w:rFonts w:ascii="Bookman Old Style" w:hAnsi="Bookman Old Style"/>
          <w:b/>
          <w:i/>
        </w:rPr>
      </w:pPr>
      <w:r w:rsidRPr="00FC5039">
        <w:rPr>
          <w:rFonts w:ascii="Bookman Old Style" w:hAnsi="Bookman Old Style"/>
          <w:b/>
          <w:i/>
        </w:rPr>
        <w:t>New Yorker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 xml:space="preserve">Brooklyn Bagel, Whipped Cream Cheese, House-made Strawberry Jam and Local Fruit Jellies, Whipped Butter, and Whole Fresh Fruit(Featuring Local Apples and Peaches, </w:t>
      </w:r>
      <w:smartTag w:uri="urn:schemas-microsoft-com:office:smarttags" w:element="State">
        <w:r w:rsidRPr="00FC5039">
          <w:rPr>
            <w:rFonts w:ascii="Bookman Old Style" w:hAnsi="Bookman Old Style"/>
            <w:i/>
          </w:rPr>
          <w:t>California</w:t>
        </w:r>
      </w:smartTag>
      <w:r w:rsidRPr="00FC5039">
        <w:rPr>
          <w:rFonts w:ascii="Bookman Old Style" w:hAnsi="Bookman Old Style"/>
          <w:i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FC5039">
            <w:rPr>
              <w:rFonts w:ascii="Bookman Old Style" w:hAnsi="Bookman Old Style"/>
              <w:i/>
            </w:rPr>
            <w:t>Oranges</w:t>
          </w:r>
        </w:smartTag>
      </w:smartTag>
      <w:r w:rsidRPr="00FC5039">
        <w:rPr>
          <w:rFonts w:ascii="Bookman Old Style" w:hAnsi="Bookman Old Style"/>
          <w:i/>
        </w:rPr>
        <w:t>, or Bananas).   Add Smoked Salmon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>$&amp;.&amp;&amp;</w:t>
      </w:r>
    </w:p>
    <w:p w:rsidR="003602AA" w:rsidRPr="00FC5039" w:rsidRDefault="003602AA">
      <w:pPr>
        <w:rPr>
          <w:rFonts w:ascii="Bookman Old Style" w:hAnsi="Bookman Old Style"/>
          <w:b/>
          <w:i/>
        </w:rPr>
      </w:pPr>
      <w:r w:rsidRPr="00FC5039">
        <w:rPr>
          <w:rFonts w:ascii="Bookman Old Style" w:hAnsi="Bookman Old Style"/>
          <w:b/>
          <w:i/>
        </w:rPr>
        <w:t>City Farmhouse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 xml:space="preserve">Fresh Baked Buttery Biscuits, Gourmet Muffins and Breakfast Breads, Brooklyn Bagels, Whole Fresh Fruit(Featuring Local Apples and Peaches, </w:t>
      </w:r>
      <w:smartTag w:uri="urn:schemas-microsoft-com:office:smarttags" w:element="State">
        <w:r w:rsidRPr="00FC5039">
          <w:rPr>
            <w:rFonts w:ascii="Bookman Old Style" w:hAnsi="Bookman Old Style"/>
            <w:i/>
          </w:rPr>
          <w:t>California</w:t>
        </w:r>
      </w:smartTag>
      <w:r w:rsidRPr="00FC5039">
        <w:rPr>
          <w:rFonts w:ascii="Bookman Old Style" w:hAnsi="Bookman Old Style"/>
          <w:i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FC5039">
            <w:rPr>
              <w:rFonts w:ascii="Bookman Old Style" w:hAnsi="Bookman Old Style"/>
              <w:i/>
            </w:rPr>
            <w:t>Oranges</w:t>
          </w:r>
        </w:smartTag>
      </w:smartTag>
      <w:r w:rsidRPr="00FC5039">
        <w:rPr>
          <w:rFonts w:ascii="Bookman Old Style" w:hAnsi="Bookman Old Style"/>
          <w:i/>
        </w:rPr>
        <w:t>, or Bananas), Whipped Butter and Cream Cheese, House-made Strawberry Jam and Local Fruit Jellies.</w:t>
      </w:r>
    </w:p>
    <w:p w:rsidR="003602AA" w:rsidRPr="00FC5039" w:rsidRDefault="003602AA">
      <w:pPr>
        <w:rPr>
          <w:rFonts w:ascii="Bookman Old Style" w:hAnsi="Bookman Old Style"/>
          <w:b/>
          <w:i/>
          <w:sz w:val="28"/>
          <w:szCs w:val="28"/>
        </w:rPr>
        <w:sectPr w:rsidR="003602AA" w:rsidRPr="00FC5039" w:rsidSect="00416459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3602AA" w:rsidRPr="00FC5039" w:rsidRDefault="003602AA">
      <w:pPr>
        <w:rPr>
          <w:rFonts w:ascii="Bookman Old Style" w:hAnsi="Bookman Old Style"/>
          <w:b/>
          <w:i/>
          <w:sz w:val="28"/>
          <w:szCs w:val="28"/>
        </w:rPr>
      </w:pPr>
    </w:p>
    <w:p w:rsidR="003602AA" w:rsidRPr="00FC5039" w:rsidRDefault="003602AA">
      <w:pPr>
        <w:rPr>
          <w:rFonts w:ascii="Bookman Old Style" w:hAnsi="Bookman Old Style"/>
          <w:b/>
          <w:i/>
          <w:sz w:val="28"/>
          <w:szCs w:val="28"/>
        </w:rPr>
      </w:pPr>
    </w:p>
    <w:p w:rsidR="003602AA" w:rsidRPr="00FC5039" w:rsidRDefault="003602AA">
      <w:pPr>
        <w:rPr>
          <w:rFonts w:ascii="Bookman Old Style" w:hAnsi="Bookman Old Style"/>
          <w:b/>
          <w:i/>
          <w:sz w:val="28"/>
          <w:szCs w:val="28"/>
        </w:rPr>
      </w:pPr>
    </w:p>
    <w:p w:rsidR="003602AA" w:rsidRPr="00FC5039" w:rsidRDefault="003602AA" w:rsidP="00FC5039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All Prices are per Person, with a 10 person minimum order per item chosen.</w:t>
      </w:r>
    </w:p>
    <w:p w:rsidR="003602AA" w:rsidRPr="00FC5039" w:rsidRDefault="003602AA" w:rsidP="00FC5039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 xml:space="preserve">Local Products used when available and in season </w:t>
      </w:r>
    </w:p>
    <w:p w:rsidR="003602AA" w:rsidRPr="00FC5039" w:rsidRDefault="003602AA">
      <w:pPr>
        <w:rPr>
          <w:rFonts w:ascii="Bookman Old Style" w:hAnsi="Bookman Old Style"/>
          <w:b/>
          <w:i/>
          <w:sz w:val="28"/>
          <w:szCs w:val="28"/>
        </w:rPr>
      </w:pPr>
    </w:p>
    <w:p w:rsidR="003602AA" w:rsidRPr="00FC5039" w:rsidRDefault="003602AA">
      <w:pPr>
        <w:rPr>
          <w:rFonts w:ascii="Bookman Old Style" w:hAnsi="Bookman Old Style"/>
          <w:b/>
          <w:i/>
          <w:sz w:val="28"/>
          <w:szCs w:val="28"/>
        </w:rPr>
      </w:pPr>
    </w:p>
    <w:p w:rsidR="003602AA" w:rsidRPr="00FC5039" w:rsidRDefault="003602AA">
      <w:pPr>
        <w:rPr>
          <w:rFonts w:ascii="Bookman Old Style" w:hAnsi="Bookman Old Style"/>
          <w:b/>
          <w:i/>
          <w:sz w:val="28"/>
          <w:szCs w:val="28"/>
        </w:rPr>
      </w:pP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  <w:r w:rsidRPr="00FC5039">
        <w:rPr>
          <w:rFonts w:ascii="Bookman Old Style" w:hAnsi="Bookman Old Style"/>
          <w:b/>
          <w:i/>
          <w:sz w:val="28"/>
          <w:szCs w:val="28"/>
        </w:rPr>
        <w:t>Hearty Breakfast</w:t>
      </w:r>
    </w:p>
    <w:p w:rsidR="003602AA" w:rsidRPr="00FC5039" w:rsidRDefault="003602AA">
      <w:pPr>
        <w:rPr>
          <w:rFonts w:ascii="Bookman Old Style" w:hAnsi="Bookman Old Style"/>
          <w:b/>
          <w:i/>
        </w:rPr>
        <w:sectPr w:rsidR="003602AA" w:rsidRPr="00FC5039" w:rsidSect="00416459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602AA" w:rsidRPr="00FC5039" w:rsidRDefault="003602AA">
      <w:pPr>
        <w:rPr>
          <w:rFonts w:ascii="Bookman Old Style" w:hAnsi="Bookman Old Style"/>
          <w:b/>
          <w:i/>
        </w:rPr>
      </w:pPr>
      <w:r w:rsidRPr="00FC5039">
        <w:rPr>
          <w:rFonts w:ascii="Bookman Old Style" w:hAnsi="Bookman Old Style"/>
          <w:b/>
          <w:i/>
        </w:rPr>
        <w:t xml:space="preserve">Breakfast Croissantwich 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 xml:space="preserve">Farm-fresh Eggs and Cheese, Farm-fresh Eggs and Applewood Smoked Bacon, Farm-Fresh Eggs and Maple Sausage, or Farm-Fresh Eggs and Scrapple.  Don’t want a Croissant? Sandwich size English Muffins, Fresh Baked Biscuits, and </w:t>
      </w:r>
      <w:smartTag w:uri="urn:schemas-microsoft-com:office:smarttags" w:element="place">
        <w:r w:rsidRPr="00FC5039">
          <w:rPr>
            <w:rFonts w:ascii="Bookman Old Style" w:hAnsi="Bookman Old Style"/>
            <w:i/>
          </w:rPr>
          <w:t>Brooklyn</w:t>
        </w:r>
      </w:smartTag>
      <w:r w:rsidRPr="00FC5039">
        <w:rPr>
          <w:rFonts w:ascii="Bookman Old Style" w:hAnsi="Bookman Old Style"/>
          <w:i/>
        </w:rPr>
        <w:t xml:space="preserve"> Bagels available on request.</w:t>
      </w:r>
    </w:p>
    <w:p w:rsidR="003602AA" w:rsidRPr="00FC5039" w:rsidRDefault="003602AA">
      <w:pPr>
        <w:rPr>
          <w:rFonts w:ascii="Bookman Old Style" w:hAnsi="Bookman Old Style"/>
          <w:b/>
          <w:i/>
        </w:rPr>
      </w:pPr>
      <w:r w:rsidRPr="00FC5039">
        <w:rPr>
          <w:rFonts w:ascii="Bookman Old Style" w:hAnsi="Bookman Old Style"/>
          <w:b/>
          <w:i/>
        </w:rPr>
        <w:t>Chef Luis’ Breakfast Burrito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 xml:space="preserve">Jumbo flour tortilla filled with Redskin Potatoes, Farm-fresh Eggs, Shredded Cheddar, and your choice of meat or extra cheese.  Choose from; Chorizo Sausage, Applewood Smoked Bacon, Maple Sausage, or Country Ham.  Served with fresh Chef made Salsa.  </w:t>
      </w:r>
      <w:r w:rsidRPr="00FC5039">
        <w:rPr>
          <w:rFonts w:ascii="Bookman Old Style" w:hAnsi="Bookman Old Style"/>
          <w:i/>
        </w:rPr>
        <w:tab/>
        <w:t xml:space="preserve">       Add avocado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>$&amp;.&amp;&amp;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 xml:space="preserve">                </w:t>
      </w:r>
    </w:p>
    <w:p w:rsidR="003602AA" w:rsidRPr="00FC5039" w:rsidRDefault="003602AA">
      <w:pPr>
        <w:rPr>
          <w:rFonts w:ascii="Bookman Old Style" w:hAnsi="Bookman Old Style"/>
          <w:i/>
        </w:rPr>
      </w:pPr>
    </w:p>
    <w:p w:rsidR="003602AA" w:rsidRPr="00FC5039" w:rsidRDefault="003602AA">
      <w:pPr>
        <w:rPr>
          <w:rFonts w:ascii="Bookman Old Style" w:hAnsi="Bookman Old Style"/>
          <w:b/>
          <w:i/>
        </w:rPr>
      </w:pPr>
      <w:r w:rsidRPr="00FC5039">
        <w:rPr>
          <w:rFonts w:ascii="Bookman Old Style" w:hAnsi="Bookman Old Style"/>
          <w:b/>
          <w:i/>
        </w:rPr>
        <w:t>Individual Quiche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Spinach and Cheese, Local Tomato and Applewood Smoked Bacon,  Maple Sausage and Redskin Potato, or Asparagus and Crab.</w:t>
      </w:r>
    </w:p>
    <w:p w:rsidR="003602AA" w:rsidRPr="00FC5039" w:rsidRDefault="003602AA">
      <w:pPr>
        <w:rPr>
          <w:rFonts w:ascii="Bookman Old Style" w:hAnsi="Bookman Old Style"/>
          <w:b/>
          <w:i/>
        </w:rPr>
      </w:pPr>
      <w:r w:rsidRPr="00FC5039">
        <w:rPr>
          <w:rFonts w:ascii="Bookman Old Style" w:hAnsi="Bookman Old Style"/>
          <w:b/>
          <w:i/>
        </w:rPr>
        <w:t>Farmhouse Breakfast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Country Cheddar Scarmbled Eggs Served with Redskin Potato Hash Browns, Baked Spiced Apples, Fresh Baked Gourmet Muffins and Buttery Biscuits, and Your Choice of One; Applewood Smoked Bacon, Maple Sausage Links, or Country Ham .</w:t>
      </w: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  <w:sectPr w:rsidR="003602AA" w:rsidRPr="00FC5039" w:rsidSect="00FC5039">
          <w:type w:val="continuous"/>
          <w:pgSz w:w="15840" w:h="12240" w:orient="landscape"/>
          <w:pgMar w:top="1440" w:right="1440" w:bottom="1440" w:left="1440" w:header="720" w:footer="720" w:gutter="0"/>
          <w:cols w:num="2" w:space="720" w:equalWidth="0">
            <w:col w:w="6120" w:space="720"/>
            <w:col w:w="6120"/>
          </w:cols>
          <w:docGrid w:linePitch="360"/>
        </w:sectPr>
      </w:pP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  <w:r w:rsidRPr="00FC5039">
        <w:rPr>
          <w:rFonts w:ascii="Bookman Old Style" w:hAnsi="Bookman Old Style"/>
          <w:b/>
          <w:i/>
          <w:sz w:val="28"/>
          <w:szCs w:val="28"/>
        </w:rPr>
        <w:t>Breakfast Stratas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Breakfast Stratas-serves 10-12 ppl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French Toast Strata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Redskin Potato and Maple Sausage Strata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Twice Baked Breakfast Potato Cassarole</w:t>
      </w:r>
    </w:p>
    <w:p w:rsidR="003602AA" w:rsidRPr="00FC5039" w:rsidRDefault="003602AA">
      <w:pPr>
        <w:rPr>
          <w:rFonts w:ascii="Bookman Old Style" w:hAnsi="Bookman Old Style"/>
          <w:i/>
        </w:rPr>
      </w:pPr>
    </w:p>
    <w:p w:rsidR="003602AA" w:rsidRPr="00FC5039" w:rsidRDefault="003602AA" w:rsidP="00AF23E2">
      <w:pPr>
        <w:spacing w:line="240" w:lineRule="auto"/>
        <w:jc w:val="center"/>
        <w:rPr>
          <w:rFonts w:ascii="Bookman Old Style" w:hAnsi="Bookman Old Style"/>
          <w:b/>
          <w:i/>
          <w:sz w:val="28"/>
          <w:szCs w:val="28"/>
        </w:rPr>
      </w:pPr>
      <w:smartTag w:uri="urn:schemas-microsoft-com:office:smarttags" w:element="place">
        <w:smartTag w:uri="urn:schemas-microsoft-com:office:smarttags" w:element="State">
          <w:r w:rsidRPr="00FC5039">
            <w:rPr>
              <w:rFonts w:ascii="Bookman Old Style" w:hAnsi="Bookman Old Style"/>
              <w:b/>
              <w:i/>
              <w:sz w:val="28"/>
              <w:szCs w:val="28"/>
            </w:rPr>
            <w:t>Ala</w:t>
          </w:r>
        </w:smartTag>
      </w:smartTag>
      <w:r w:rsidRPr="00FC5039">
        <w:rPr>
          <w:rFonts w:ascii="Bookman Old Style" w:hAnsi="Bookman Old Style"/>
          <w:b/>
          <w:i/>
          <w:sz w:val="28"/>
          <w:szCs w:val="28"/>
        </w:rPr>
        <w:t xml:space="preserve"> Carte Breakfast Items </w:t>
      </w:r>
    </w:p>
    <w:p w:rsidR="003602AA" w:rsidRPr="00FC5039" w:rsidRDefault="003602AA" w:rsidP="00AF23E2">
      <w:pPr>
        <w:spacing w:line="240" w:lineRule="auto"/>
        <w:rPr>
          <w:rFonts w:ascii="Bookman Old Style" w:hAnsi="Bookman Old Style"/>
          <w:i/>
        </w:rPr>
        <w:sectPr w:rsidR="003602AA" w:rsidRPr="00FC5039" w:rsidSect="00416459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602AA" w:rsidRPr="00FC5039" w:rsidRDefault="003602AA" w:rsidP="00FC5039">
      <w:pPr>
        <w:spacing w:line="240" w:lineRule="auto"/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Buttermilk Pancakes</w:t>
      </w:r>
    </w:p>
    <w:p w:rsidR="003602AA" w:rsidRPr="00FC5039" w:rsidRDefault="003602AA" w:rsidP="00FC5039">
      <w:pPr>
        <w:spacing w:line="240" w:lineRule="auto"/>
        <w:jc w:val="center"/>
        <w:rPr>
          <w:rFonts w:ascii="Bookman Old Style" w:hAnsi="Bookman Old Style"/>
          <w:i/>
          <w:sz w:val="20"/>
          <w:szCs w:val="20"/>
        </w:rPr>
      </w:pPr>
      <w:r w:rsidRPr="00FC5039">
        <w:rPr>
          <w:rFonts w:ascii="Bookman Old Style" w:hAnsi="Bookman Old Style"/>
          <w:i/>
          <w:sz w:val="20"/>
          <w:szCs w:val="20"/>
        </w:rPr>
        <w:t>served with Warm Maple Syrup and Whipped Butter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Redskin Potato Hash Browns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Maple Sausage Links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Applewood Smoked Bacon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smartTag w:uri="urn:schemas-microsoft-com:office:smarttags" w:element="place">
        <w:smartTag w:uri="urn:schemas-microsoft-com:office:smarttags" w:element="country-region">
          <w:r w:rsidRPr="00FC5039">
            <w:rPr>
              <w:rFonts w:ascii="Bookman Old Style" w:hAnsi="Bookman Old Style"/>
              <w:i/>
            </w:rPr>
            <w:t>Turkey</w:t>
          </w:r>
        </w:smartTag>
      </w:smartTag>
      <w:r w:rsidRPr="00FC5039">
        <w:rPr>
          <w:rFonts w:ascii="Bookman Old Style" w:hAnsi="Bookman Old Style"/>
          <w:i/>
        </w:rPr>
        <w:t xml:space="preserve"> Bacon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Country Ham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Fresh Fruit Platter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Whole Fruit Basket</w:t>
      </w: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  <w:sectPr w:rsidR="003602AA" w:rsidRPr="00FC5039" w:rsidSect="00FC5039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  <w:r w:rsidRPr="00FC5039">
        <w:rPr>
          <w:rFonts w:ascii="Bookman Old Style" w:hAnsi="Bookman Old Style"/>
          <w:b/>
          <w:i/>
          <w:sz w:val="28"/>
          <w:szCs w:val="28"/>
        </w:rPr>
        <w:t>Breakfast Beverages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  <w:sectPr w:rsidR="003602AA" w:rsidRPr="00FC5039" w:rsidSect="00416459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 xml:space="preserve">Fresh Squeezed </w:t>
      </w:r>
      <w:smartTag w:uri="urn:schemas-microsoft-com:office:smarttags" w:element="place">
        <w:r w:rsidRPr="00FC5039">
          <w:rPr>
            <w:rFonts w:ascii="Bookman Old Style" w:hAnsi="Bookman Old Style"/>
            <w:i/>
          </w:rPr>
          <w:t>Orange</w:t>
        </w:r>
      </w:smartTag>
      <w:r w:rsidRPr="00FC5039">
        <w:rPr>
          <w:rFonts w:ascii="Bookman Old Style" w:hAnsi="Bookman Old Style"/>
          <w:i/>
        </w:rPr>
        <w:t xml:space="preserve"> Juice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Cranberry Juice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Apple Juice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Bottled Water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Bottled Juices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Gevalia Select Gourmet Coffee Station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Hot Tea</w:t>
      </w:r>
    </w:p>
    <w:p w:rsidR="003602AA" w:rsidRPr="00FC5039" w:rsidRDefault="003602AA">
      <w:pPr>
        <w:rPr>
          <w:rFonts w:ascii="Bookman Old Style" w:hAnsi="Bookman Old Style"/>
          <w:i/>
        </w:rPr>
        <w:sectPr w:rsidR="003602AA" w:rsidRPr="00FC5039" w:rsidSect="00FC5039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3602AA" w:rsidRPr="00FC5039" w:rsidRDefault="003602AA">
      <w:pPr>
        <w:rPr>
          <w:rFonts w:ascii="Bookman Old Style" w:hAnsi="Bookman Old Style"/>
          <w:i/>
        </w:rPr>
      </w:pPr>
    </w:p>
    <w:p w:rsidR="003602AA" w:rsidRPr="00FC5039" w:rsidRDefault="003602AA">
      <w:pPr>
        <w:rPr>
          <w:rFonts w:ascii="Bookman Old Style" w:hAnsi="Bookman Old Style"/>
          <w:i/>
        </w:rPr>
      </w:pPr>
    </w:p>
    <w:p w:rsidR="003602AA" w:rsidRPr="00FC5039" w:rsidRDefault="003602AA">
      <w:pPr>
        <w:rPr>
          <w:rFonts w:ascii="Bookman Old Style" w:hAnsi="Bookman Old Style"/>
          <w:i/>
        </w:rPr>
      </w:pPr>
    </w:p>
    <w:p w:rsidR="003602AA" w:rsidRPr="00FC5039" w:rsidRDefault="003602AA">
      <w:pPr>
        <w:rPr>
          <w:rFonts w:ascii="Bookman Old Style" w:hAnsi="Bookman Old Style"/>
          <w:i/>
        </w:rPr>
      </w:pP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  <w:r w:rsidRPr="00FC5039">
        <w:rPr>
          <w:rFonts w:ascii="Bookman Old Style" w:hAnsi="Bookman Old Style"/>
          <w:b/>
          <w:i/>
          <w:sz w:val="28"/>
          <w:szCs w:val="28"/>
        </w:rPr>
        <w:t>Sandwiches and Wraps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Roast Beef and Farmhouse Cheddar with Horseradish Mayonaise on a Cornmeal Dusted Kaiser Roll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 xml:space="preserve">House Roasted </w:t>
      </w:r>
      <w:smartTag w:uri="urn:schemas-microsoft-com:office:smarttags" w:element="place">
        <w:smartTag w:uri="urn:schemas-microsoft-com:office:smarttags" w:element="country-region">
          <w:r w:rsidRPr="00FC5039">
            <w:rPr>
              <w:rFonts w:ascii="Bookman Old Style" w:hAnsi="Bookman Old Style"/>
              <w:i/>
            </w:rPr>
            <w:t>Turkey</w:t>
          </w:r>
        </w:smartTag>
      </w:smartTag>
      <w:r w:rsidRPr="00FC5039">
        <w:rPr>
          <w:rFonts w:ascii="Bookman Old Style" w:hAnsi="Bookman Old Style"/>
          <w:i/>
        </w:rPr>
        <w:t xml:space="preserve"> Breast and Swiss with Honey-Dijon Sauce on Wheatberry Bread 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 xml:space="preserve">Black Forest Ham and Smoked </w:t>
      </w:r>
      <w:smartTag w:uri="urn:schemas-microsoft-com:office:smarttags" w:element="place">
        <w:smartTag w:uri="urn:schemas-microsoft-com:office:smarttags" w:element="City">
          <w:r w:rsidRPr="00FC5039">
            <w:rPr>
              <w:rFonts w:ascii="Bookman Old Style" w:hAnsi="Bookman Old Style"/>
              <w:i/>
            </w:rPr>
            <w:t>Gouda</w:t>
          </w:r>
        </w:smartTag>
      </w:smartTag>
      <w:r w:rsidRPr="00FC5039">
        <w:rPr>
          <w:rFonts w:ascii="Bookman Old Style" w:hAnsi="Bookman Old Style"/>
          <w:i/>
        </w:rPr>
        <w:t xml:space="preserve"> with Pommery Mustard Aioi on Sourdough Bread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 xml:space="preserve">Classic Tuna Salad on Wheatberry Bread 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Applewood Smoked Bacon, Local Toamtoes, and Iceberg Lettuce on Sourdough Bread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 xml:space="preserve">Tarragon Chicken Breast Salad on Sourdough Bread 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Grilled Vegetable Stacker with Red Pepper Aioli on Wheatberry Bread</w:t>
      </w: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  <w:r w:rsidRPr="00FC5039">
        <w:rPr>
          <w:rFonts w:ascii="Bookman Old Style" w:hAnsi="Bookman Old Style"/>
          <w:b/>
          <w:i/>
          <w:sz w:val="28"/>
          <w:szCs w:val="28"/>
        </w:rPr>
        <w:t>Signature Wraps and Sandwiches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Grilled Chicken Caesar Wrap-Grilled strips of chicken breast, Imported Parmesan Cheese, Crisp Romaine lettuce, in a Jumbo flour Tortilla with a side of Caesar Dressing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Santa Fe Chicken Wrap-Grilled Chicken Breast, House made Corn and Tomato Salsa, Shredded Cheddar, Romaine Lettuce, and Applewood Smoked Bacon.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MCC Club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 xml:space="preserve">Buffalo Chicken Wrap-Grilled Chicken Breast, Diced Tomatoes, Bleu Cheese Crumbles, and our Zesty </w:t>
      </w:r>
      <w:smartTag w:uri="urn:schemas-microsoft-com:office:smarttags" w:element="place">
        <w:smartTag w:uri="urn:schemas-microsoft-com:office:smarttags" w:element="City">
          <w:r w:rsidRPr="00FC5039">
            <w:rPr>
              <w:rFonts w:ascii="Bookman Old Style" w:hAnsi="Bookman Old Style"/>
              <w:i/>
            </w:rPr>
            <w:t>Buffalo</w:t>
          </w:r>
        </w:smartTag>
      </w:smartTag>
      <w:r w:rsidRPr="00FC5039">
        <w:rPr>
          <w:rFonts w:ascii="Bookman Old Style" w:hAnsi="Bookman Old Style"/>
          <w:i/>
        </w:rPr>
        <w:t xml:space="preserve"> Sauce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Roast Beef and Boursin Wrap- Roast Beef, Boursin Cheese, Spring Mix Lettuces, grilled marinated onions and Local Tomatoes.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Ahi Tuna Wrap- Rare Seared Tuna, Cucumber-Wasabi Sauce, Spring Mix Lettuces, and Diced Local Tomatoes.</w:t>
      </w:r>
    </w:p>
    <w:p w:rsidR="003602AA" w:rsidRPr="00FC5039" w:rsidRDefault="003602AA" w:rsidP="00107AEC">
      <w:pPr>
        <w:jc w:val="center"/>
        <w:rPr>
          <w:rFonts w:ascii="Bookman Old Style" w:hAnsi="Bookman Old Style"/>
          <w:i/>
        </w:rPr>
      </w:pPr>
    </w:p>
    <w:p w:rsidR="003602AA" w:rsidRPr="00FC5039" w:rsidRDefault="003602AA" w:rsidP="00107AEC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 xml:space="preserve">All sandwiches come topped with Lettuce and Local Tomatoes, make any </w:t>
      </w:r>
      <w:smartTag w:uri="urn:schemas-microsoft-com:office:smarttags" w:element="place">
        <w:r w:rsidRPr="00FC5039">
          <w:rPr>
            <w:rFonts w:ascii="Bookman Old Style" w:hAnsi="Bookman Old Style"/>
            <w:i/>
          </w:rPr>
          <w:t>Sandwich</w:t>
        </w:r>
      </w:smartTag>
      <w:r w:rsidRPr="00FC5039">
        <w:rPr>
          <w:rFonts w:ascii="Bookman Old Style" w:hAnsi="Bookman Old Style"/>
          <w:i/>
        </w:rPr>
        <w:t xml:space="preserve"> a Wrap.</w:t>
      </w:r>
    </w:p>
    <w:p w:rsidR="003602AA" w:rsidRPr="00FC5039" w:rsidRDefault="003602AA">
      <w:pPr>
        <w:rPr>
          <w:rFonts w:ascii="Bookman Old Style" w:hAnsi="Bookman Old Style"/>
          <w:i/>
        </w:rPr>
        <w:sectPr w:rsidR="003602AA" w:rsidRPr="00FC5039" w:rsidSect="00416459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  <w:r w:rsidRPr="00FC5039">
        <w:rPr>
          <w:rFonts w:ascii="Bookman Old Style" w:hAnsi="Bookman Old Style"/>
          <w:b/>
          <w:i/>
          <w:sz w:val="28"/>
          <w:szCs w:val="28"/>
        </w:rPr>
        <w:t xml:space="preserve">Sandwhich Combos </w:t>
      </w:r>
    </w:p>
    <w:p w:rsidR="003602AA" w:rsidRPr="00FC5039" w:rsidRDefault="003602AA" w:rsidP="00107AEC">
      <w:pPr>
        <w:rPr>
          <w:rFonts w:ascii="Bookman Old Style" w:hAnsi="Bookman Old Style"/>
          <w:b/>
          <w:i/>
          <w:sz w:val="28"/>
          <w:szCs w:val="28"/>
        </w:rPr>
      </w:pPr>
    </w:p>
    <w:p w:rsidR="003602AA" w:rsidRPr="00FC5039" w:rsidRDefault="003602AA" w:rsidP="00107AEC">
      <w:pPr>
        <w:rPr>
          <w:rFonts w:ascii="Bookman Old Style" w:hAnsi="Bookman Old Style"/>
          <w:b/>
          <w:i/>
          <w:sz w:val="28"/>
          <w:szCs w:val="28"/>
        </w:rPr>
      </w:pPr>
      <w:r w:rsidRPr="00FC5039">
        <w:rPr>
          <w:rFonts w:ascii="Bookman Old Style" w:hAnsi="Bookman Old Style"/>
          <w:b/>
          <w:i/>
          <w:sz w:val="28"/>
          <w:szCs w:val="28"/>
        </w:rPr>
        <w:t>One Side with any Sandwhich   $X.XXX</w:t>
      </w:r>
    </w:p>
    <w:p w:rsidR="003602AA" w:rsidRPr="00FC5039" w:rsidRDefault="003602AA" w:rsidP="00107AEC">
      <w:pPr>
        <w:rPr>
          <w:rFonts w:ascii="Bookman Old Style" w:hAnsi="Bookman Old Style"/>
          <w:b/>
          <w:i/>
          <w:sz w:val="28"/>
          <w:szCs w:val="28"/>
        </w:rPr>
      </w:pPr>
      <w:r w:rsidRPr="00FC5039">
        <w:rPr>
          <w:rFonts w:ascii="Bookman Old Style" w:hAnsi="Bookman Old Style"/>
          <w:b/>
          <w:i/>
          <w:sz w:val="28"/>
          <w:szCs w:val="28"/>
        </w:rPr>
        <w:t>Two Sides with and Snadwhich  $ X.xxxx</w:t>
      </w:r>
    </w:p>
    <w:p w:rsidR="003602AA" w:rsidRPr="00FC5039" w:rsidRDefault="003602AA" w:rsidP="00107AEC">
      <w:pPr>
        <w:rPr>
          <w:rFonts w:ascii="Bookman Old Style" w:hAnsi="Bookman Old Style"/>
          <w:b/>
          <w:i/>
          <w:sz w:val="28"/>
          <w:szCs w:val="28"/>
        </w:rPr>
      </w:pPr>
      <w:r w:rsidRPr="00FC5039">
        <w:rPr>
          <w:rFonts w:ascii="Bookman Old Style" w:hAnsi="Bookman Old Style"/>
          <w:b/>
          <w:i/>
          <w:sz w:val="28"/>
          <w:szCs w:val="28"/>
        </w:rPr>
        <w:t xml:space="preserve">Gorumet </w:t>
      </w:r>
    </w:p>
    <w:p w:rsidR="003602AA" w:rsidRPr="00FC5039" w:rsidRDefault="003602AA" w:rsidP="00107AEC">
      <w:pPr>
        <w:rPr>
          <w:rFonts w:ascii="Bookman Old Style" w:hAnsi="Bookman Old Style"/>
          <w:b/>
          <w:i/>
          <w:sz w:val="28"/>
          <w:szCs w:val="28"/>
        </w:rPr>
      </w:pPr>
      <w:r w:rsidRPr="00FC5039">
        <w:rPr>
          <w:rFonts w:ascii="Bookman Old Style" w:hAnsi="Bookman Old Style"/>
          <w:b/>
          <w:i/>
          <w:sz w:val="28"/>
          <w:szCs w:val="28"/>
        </w:rPr>
        <w:t>Two Sides and A Fresh Baked Cookie $ X.000</w:t>
      </w: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  <w:smartTag w:uri="urn:schemas-microsoft-com:office:smarttags" w:element="place">
        <w:r w:rsidRPr="00FC5039">
          <w:rPr>
            <w:rFonts w:ascii="Bookman Old Style" w:hAnsi="Bookman Old Style"/>
            <w:b/>
            <w:i/>
            <w:sz w:val="28"/>
            <w:szCs w:val="28"/>
          </w:rPr>
          <w:t>Sandwich</w:t>
        </w:r>
      </w:smartTag>
      <w:r w:rsidRPr="00FC5039">
        <w:rPr>
          <w:rFonts w:ascii="Bookman Old Style" w:hAnsi="Bookman Old Style"/>
          <w:b/>
          <w:i/>
          <w:sz w:val="28"/>
          <w:szCs w:val="28"/>
        </w:rPr>
        <w:t xml:space="preserve"> Add Ons</w:t>
      </w:r>
    </w:p>
    <w:p w:rsidR="003602AA" w:rsidRPr="00FC5039" w:rsidRDefault="003602AA" w:rsidP="00107AEC">
      <w:pPr>
        <w:jc w:val="center"/>
        <w:rPr>
          <w:rFonts w:ascii="Bookman Old Style" w:hAnsi="Bookman Old Style"/>
          <w:i/>
        </w:rPr>
        <w:sectPr w:rsidR="003602AA" w:rsidRPr="00FC5039" w:rsidSect="00107AEC">
          <w:type w:val="nextColumn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602AA" w:rsidRPr="00FC5039" w:rsidRDefault="003602AA" w:rsidP="00107AEC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Chips</w:t>
      </w:r>
    </w:p>
    <w:p w:rsidR="003602AA" w:rsidRPr="00FC5039" w:rsidRDefault="003602AA" w:rsidP="00107AEC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Pretzels</w:t>
      </w:r>
    </w:p>
    <w:p w:rsidR="003602AA" w:rsidRPr="00FC5039" w:rsidRDefault="003602AA" w:rsidP="00107AEC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Cookies</w:t>
      </w:r>
    </w:p>
    <w:p w:rsidR="003602AA" w:rsidRPr="00FC5039" w:rsidRDefault="003602AA" w:rsidP="00107AEC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Brownie</w:t>
      </w:r>
    </w:p>
    <w:p w:rsidR="003602AA" w:rsidRPr="00FC5039" w:rsidRDefault="003602AA" w:rsidP="00107AEC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Blondie</w:t>
      </w:r>
    </w:p>
    <w:p w:rsidR="003602AA" w:rsidRPr="00FC5039" w:rsidRDefault="003602AA" w:rsidP="00107AEC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Whole Fruit</w:t>
      </w:r>
    </w:p>
    <w:p w:rsidR="003602AA" w:rsidRPr="00FC5039" w:rsidRDefault="003602AA" w:rsidP="00107AEC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Gourmet Pasta Vegetable Salad</w:t>
      </w:r>
    </w:p>
    <w:p w:rsidR="003602AA" w:rsidRPr="00FC5039" w:rsidRDefault="003602AA" w:rsidP="00107AEC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Fresh Fruit Cups</w:t>
      </w:r>
    </w:p>
    <w:p w:rsidR="003602AA" w:rsidRPr="00FC5039" w:rsidRDefault="003602AA" w:rsidP="00107AEC">
      <w:pPr>
        <w:jc w:val="center"/>
        <w:rPr>
          <w:rFonts w:ascii="Bookman Old Style" w:hAnsi="Bookman Old Style"/>
          <w:i/>
        </w:rPr>
      </w:pPr>
    </w:p>
    <w:p w:rsidR="003602AA" w:rsidRPr="00FC5039" w:rsidRDefault="003602AA" w:rsidP="00107AEC">
      <w:pPr>
        <w:jc w:val="center"/>
        <w:rPr>
          <w:rFonts w:ascii="Bookman Old Style" w:hAnsi="Bookman Old Style"/>
          <w:i/>
        </w:rPr>
      </w:pPr>
    </w:p>
    <w:p w:rsidR="003602AA" w:rsidRPr="00FC5039" w:rsidRDefault="003602AA" w:rsidP="00107AEC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Redskin Potato Salad</w:t>
      </w:r>
    </w:p>
    <w:p w:rsidR="003602AA" w:rsidRPr="00FC5039" w:rsidRDefault="003602AA" w:rsidP="00107AEC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Sesame Noodle Salad</w:t>
      </w:r>
    </w:p>
    <w:p w:rsidR="003602AA" w:rsidRPr="00FC5039" w:rsidRDefault="003602AA" w:rsidP="00107AEC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Couscous Salad</w:t>
      </w:r>
    </w:p>
    <w:p w:rsidR="003602AA" w:rsidRPr="00FC5039" w:rsidRDefault="003602AA" w:rsidP="00107AEC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Caesar Salad</w:t>
      </w:r>
    </w:p>
    <w:p w:rsidR="003602AA" w:rsidRPr="00FC5039" w:rsidRDefault="003602AA" w:rsidP="00107AEC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Tropical Salad</w:t>
      </w:r>
    </w:p>
    <w:p w:rsidR="003602AA" w:rsidRPr="00FC5039" w:rsidRDefault="003602AA" w:rsidP="00107AEC">
      <w:pPr>
        <w:jc w:val="center"/>
        <w:rPr>
          <w:rFonts w:ascii="Bookman Old Style" w:hAnsi="Bookman Old Style"/>
          <w:i/>
        </w:rPr>
      </w:pPr>
      <w:smartTag w:uri="urn:schemas-microsoft-com:office:smarttags" w:element="place">
        <w:smartTag w:uri="urn:schemas-microsoft-com:office:smarttags" w:element="PlaceName">
          <w:r w:rsidRPr="00FC5039">
            <w:rPr>
              <w:rFonts w:ascii="Bookman Old Style" w:hAnsi="Bookman Old Style"/>
              <w:i/>
            </w:rPr>
            <w:t>Farm</w:t>
          </w:r>
        </w:smartTag>
        <w:r w:rsidRPr="00FC5039">
          <w:rPr>
            <w:rFonts w:ascii="Bookman Old Style" w:hAnsi="Bookman Old Style"/>
            <w:i/>
          </w:rPr>
          <w:t xml:space="preserve"> </w:t>
        </w:r>
        <w:smartTag w:uri="urn:schemas-microsoft-com:office:smarttags" w:element="PlaceName">
          <w:r w:rsidRPr="00FC5039">
            <w:rPr>
              <w:rFonts w:ascii="Bookman Old Style" w:hAnsi="Bookman Old Style"/>
              <w:i/>
            </w:rPr>
            <w:t>Fresh</w:t>
          </w:r>
        </w:smartTag>
        <w:r w:rsidRPr="00FC5039">
          <w:rPr>
            <w:rFonts w:ascii="Bookman Old Style" w:hAnsi="Bookman Old Style"/>
            <w:i/>
          </w:rPr>
          <w:t xml:space="preserve"> </w:t>
        </w:r>
        <w:smartTag w:uri="urn:schemas-microsoft-com:office:smarttags" w:element="PlaceType">
          <w:r w:rsidRPr="00FC5039">
            <w:rPr>
              <w:rFonts w:ascii="Bookman Old Style" w:hAnsi="Bookman Old Style"/>
              <w:i/>
            </w:rPr>
            <w:t>Garden</w:t>
          </w:r>
        </w:smartTag>
      </w:smartTag>
      <w:r w:rsidRPr="00FC5039">
        <w:rPr>
          <w:rFonts w:ascii="Bookman Old Style" w:hAnsi="Bookman Old Style"/>
          <w:i/>
        </w:rPr>
        <w:t xml:space="preserve"> Salad</w:t>
      </w:r>
    </w:p>
    <w:p w:rsidR="003602AA" w:rsidRPr="00FC5039" w:rsidRDefault="003602AA" w:rsidP="00107AEC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Country Cole Slaw</w:t>
      </w:r>
    </w:p>
    <w:p w:rsidR="003602AA" w:rsidRPr="00FC5039" w:rsidRDefault="003602AA" w:rsidP="00107AEC">
      <w:pPr>
        <w:jc w:val="center"/>
        <w:rPr>
          <w:rFonts w:ascii="Bookman Old Style" w:hAnsi="Bookman Old Style"/>
          <w:i/>
        </w:rPr>
      </w:pPr>
    </w:p>
    <w:p w:rsidR="003602AA" w:rsidRPr="00FC5039" w:rsidRDefault="003602AA">
      <w:pPr>
        <w:rPr>
          <w:rFonts w:ascii="Bookman Old Style" w:hAnsi="Bookman Old Style"/>
          <w:i/>
        </w:rPr>
        <w:sectPr w:rsidR="003602AA" w:rsidRPr="00FC5039" w:rsidSect="00FC5039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  <w:r w:rsidRPr="00FC5039">
        <w:rPr>
          <w:rFonts w:ascii="Bookman Old Style" w:hAnsi="Bookman Old Style"/>
          <w:b/>
          <w:i/>
          <w:sz w:val="28"/>
          <w:szCs w:val="28"/>
        </w:rPr>
        <w:t>Hot Entrees</w:t>
      </w:r>
    </w:p>
    <w:p w:rsidR="003602AA" w:rsidRPr="00FC5039" w:rsidRDefault="003602AA">
      <w:pPr>
        <w:rPr>
          <w:rFonts w:ascii="Bookman Old Style" w:hAnsi="Bookman Old Style"/>
          <w:i/>
        </w:rPr>
        <w:sectPr w:rsidR="003602AA" w:rsidRPr="00FC5039" w:rsidSect="00107AEC">
          <w:type w:val="nextColumn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602AA" w:rsidRPr="00FC5039" w:rsidRDefault="003602AA">
      <w:pPr>
        <w:rPr>
          <w:rFonts w:ascii="Bookman Old Style" w:hAnsi="Bookman Old Style"/>
          <w:i/>
        </w:rPr>
      </w:pPr>
      <w:smartTag w:uri="urn:schemas-microsoft-com:office:smarttags" w:element="place">
        <w:smartTag w:uri="urn:schemas-microsoft-com:office:smarttags" w:element="City">
          <w:r w:rsidRPr="00FC5039">
            <w:rPr>
              <w:rFonts w:ascii="Bookman Old Style" w:hAnsi="Bookman Old Style"/>
              <w:b/>
              <w:i/>
            </w:rPr>
            <w:t>Chesapeake</w:t>
          </w:r>
        </w:smartTag>
      </w:smartTag>
      <w:r w:rsidRPr="00FC5039">
        <w:rPr>
          <w:rFonts w:ascii="Bookman Old Style" w:hAnsi="Bookman Old Style"/>
          <w:b/>
          <w:i/>
        </w:rPr>
        <w:t xml:space="preserve"> Crab Cake</w:t>
      </w:r>
      <w:r w:rsidRPr="00FC5039">
        <w:rPr>
          <w:rFonts w:ascii="Bookman Old Style" w:hAnsi="Bookman Old Style"/>
          <w:i/>
        </w:rPr>
        <w:t>- 6oz Jumbo Lump Crab Cake served with House-made Remoulade Oven Roasted Redskin Potatoes, and Sautéed Local Corn.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>$&amp;.&amp;&amp;</w:t>
      </w:r>
    </w:p>
    <w:p w:rsidR="003602AA" w:rsidRPr="00FC5039" w:rsidRDefault="003602AA">
      <w:pPr>
        <w:rPr>
          <w:rFonts w:ascii="Bookman Old Style" w:hAnsi="Bookman Old Style"/>
          <w:i/>
        </w:rPr>
      </w:pPr>
      <w:smartTag w:uri="urn:schemas-microsoft-com:office:smarttags" w:element="place">
        <w:smartTag w:uri="urn:schemas-microsoft-com:office:smarttags" w:element="City">
          <w:r w:rsidRPr="00FC5039">
            <w:rPr>
              <w:rFonts w:ascii="Bookman Old Style" w:hAnsi="Bookman Old Style"/>
              <w:b/>
              <w:i/>
            </w:rPr>
            <w:t>Key West</w:t>
          </w:r>
        </w:smartTag>
      </w:smartTag>
      <w:r w:rsidRPr="00FC5039">
        <w:rPr>
          <w:rFonts w:ascii="Bookman Old Style" w:hAnsi="Bookman Old Style"/>
          <w:b/>
          <w:i/>
        </w:rPr>
        <w:t xml:space="preserve"> Grilled Salmon</w:t>
      </w:r>
      <w:r w:rsidRPr="00FC5039">
        <w:rPr>
          <w:rFonts w:ascii="Bookman Old Style" w:hAnsi="Bookman Old Style"/>
          <w:i/>
        </w:rPr>
        <w:t>-served with Pina-Colada Jeweled Rice, Fire-Roasted Seasonal Vegetable Medley, and Fresh Mango Salsa.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b/>
          <w:i/>
        </w:rPr>
        <w:t>Tropical Grilled Chicken</w:t>
      </w:r>
      <w:r w:rsidRPr="00FC5039">
        <w:rPr>
          <w:rFonts w:ascii="Bookman Old Style" w:hAnsi="Bookman Old Style"/>
          <w:i/>
        </w:rPr>
        <w:t>-Jamaican Jerk Rubbed Chicken Breast grilled and topped with Fresh Mango Salsa, served with Roasted Seasonal Vegetable Medley, Jeweled Jasmine Rice, Pineapple Hawaiian Cole Slaw.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>$&amp;.&amp;&amp;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Add Cilantro Grilled Mahi-Mahi and Fresh Mango Salsa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>$&amp;.&amp;&amp;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b/>
          <w:i/>
        </w:rPr>
        <w:t>Fried Chicken Picnic</w:t>
      </w:r>
      <w:r w:rsidRPr="00FC5039">
        <w:rPr>
          <w:rFonts w:ascii="Bookman Old Style" w:hAnsi="Bookman Old Style"/>
          <w:i/>
        </w:rPr>
        <w:t>- Country Fried 8-cut Chicken served with Potato Salad, Pasta-Vegetable Salad, Creamy Cole Slaw, and Fresh Watermelon Wedge.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>$&amp;.&amp;&amp;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b/>
          <w:i/>
        </w:rPr>
        <w:t>Chicken Parmesan</w:t>
      </w:r>
      <w:r w:rsidRPr="00FC5039">
        <w:rPr>
          <w:rFonts w:ascii="Bookman Old Style" w:hAnsi="Bookman Old Style"/>
          <w:i/>
        </w:rPr>
        <w:t>- Lightly Breaded Chicken Breast, golden fried, and topped with Chef-crafted Marinara, Melted Provolone and Mozzarella, and served with Penne Pasta.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>$&amp;.&amp;&amp;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b/>
          <w:i/>
        </w:rPr>
        <w:t>Fajita Lunch</w:t>
      </w:r>
      <w:r w:rsidRPr="00FC5039">
        <w:rPr>
          <w:rFonts w:ascii="Bookman Old Style" w:hAnsi="Bookman Old Style"/>
          <w:i/>
        </w:rPr>
        <w:t>- Your choice of grilled Chicken breast strips or grilled Sirloin Steak strips, with Fire-Roasted Peppers and Onions, Flour Tortillas, Cuban Stewed Black Beans, Spanish Rice, and Fire-Roasted Seasonal Vegetable Medley.  Diced Tomatoes, Salsa, Sour Cream, Crisp Lettuce, Shredded Cheese, and Jalapeño Garni.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>$&amp;.&amp;&amp;</w:t>
      </w:r>
    </w:p>
    <w:p w:rsidR="003602AA" w:rsidRDefault="003602AA" w:rsidP="00FC5039">
      <w:pPr>
        <w:spacing w:line="240" w:lineRule="auto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Make it a Chicken and Beef Combo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>$&amp;.&amp;&amp;</w:t>
      </w:r>
    </w:p>
    <w:p w:rsidR="003602AA" w:rsidRPr="00FC5039" w:rsidRDefault="003602AA" w:rsidP="00FC5039">
      <w:pPr>
        <w:spacing w:line="240" w:lineRule="auto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Add Fresh Made Guacamole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>$&amp;.&amp;&amp;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b/>
          <w:i/>
        </w:rPr>
        <w:t>Chef-Made Italian Sausage Lasagna-</w:t>
      </w:r>
      <w:r w:rsidRPr="00FC5039">
        <w:rPr>
          <w:rFonts w:ascii="Bookman Old Style" w:hAnsi="Bookman Old Style"/>
          <w:i/>
        </w:rPr>
        <w:t xml:space="preserve"> Fresh Pasta, stacked high and layered with Ricotta, Italian Sausage, House Made Marinara and Provolone and Mozzarella Cheeses.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>$&amp;.&amp;&amp;</w:t>
      </w:r>
    </w:p>
    <w:p w:rsidR="003602AA" w:rsidRPr="00FC5039" w:rsidRDefault="003602AA" w:rsidP="00D26A96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b/>
          <w:i/>
        </w:rPr>
        <w:t>Ragn’ Cajun Lunch</w:t>
      </w:r>
      <w:r w:rsidRPr="00FC5039">
        <w:rPr>
          <w:rFonts w:ascii="Bookman Old Style" w:hAnsi="Bookman Old Style"/>
          <w:i/>
        </w:rPr>
        <w:t>- Cajun Rubbed and Bourbon Sauce Basted 8-cut Chicken Served with Red Beans and Rice and Lemon Scented Petit Green Beans.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>$&amp;.&amp;&amp;</w:t>
      </w:r>
    </w:p>
    <w:p w:rsidR="003602AA" w:rsidRPr="00FC5039" w:rsidRDefault="003602AA" w:rsidP="00D26A96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b/>
          <w:i/>
        </w:rPr>
        <w:t>Grilled Vegetable Lasagna</w:t>
      </w:r>
      <w:r w:rsidRPr="00FC5039">
        <w:rPr>
          <w:rFonts w:ascii="Bookman Old Style" w:hAnsi="Bookman Old Style"/>
          <w:i/>
        </w:rPr>
        <w:t>-Fresh Pasta,stacked high and layered with Ricotta, Grilled Seasonal Vegetables, House Made Marinara and Provolone and Mozzarella Cheeses.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>$&amp;.&amp;&amp;</w:t>
      </w:r>
    </w:p>
    <w:p w:rsidR="003602AA" w:rsidRPr="00FC5039" w:rsidRDefault="003602AA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b/>
          <w:i/>
        </w:rPr>
        <w:t>Three Cheese Stuffed Shells-</w:t>
      </w:r>
      <w:r w:rsidRPr="00FC5039">
        <w:rPr>
          <w:rFonts w:ascii="Bookman Old Style" w:hAnsi="Bookman Old Style"/>
          <w:i/>
        </w:rPr>
        <w:t xml:space="preserve"> Served over Chef-Crafted Marinara with Balsamic Roasted Seasonal Vegetable Medley.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>$&amp;.&amp;&amp;</w:t>
      </w:r>
    </w:p>
    <w:p w:rsidR="003602AA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  <w:sectPr w:rsidR="003602AA" w:rsidSect="001C6BEB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3602AA" w:rsidRPr="00FC5039" w:rsidRDefault="003602AA" w:rsidP="001C6BEB">
      <w:pPr>
        <w:jc w:val="center"/>
        <w:rPr>
          <w:rFonts w:ascii="Bookman Old Style" w:hAnsi="Bookman Old Style"/>
          <w:b/>
          <w:i/>
          <w:sz w:val="28"/>
          <w:szCs w:val="28"/>
        </w:rPr>
      </w:pPr>
      <w:r w:rsidRPr="00FC5039">
        <w:rPr>
          <w:rFonts w:ascii="Bookman Old Style" w:hAnsi="Bookman Old Style"/>
          <w:b/>
          <w:i/>
          <w:sz w:val="28"/>
          <w:szCs w:val="28"/>
        </w:rPr>
        <w:t>Entrée Salads</w:t>
      </w:r>
    </w:p>
    <w:p w:rsidR="003602AA" w:rsidRDefault="003602AA" w:rsidP="001C6BEB">
      <w:pPr>
        <w:jc w:val="center"/>
        <w:rPr>
          <w:rFonts w:ascii="Bookman Old Style" w:hAnsi="Bookman Old Style"/>
          <w:i/>
        </w:rPr>
        <w:sectPr w:rsidR="003602AA" w:rsidSect="001C6BEB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602AA" w:rsidRPr="00FC5039" w:rsidRDefault="003602AA" w:rsidP="001C6BEB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b/>
          <w:i/>
        </w:rPr>
        <w:t xml:space="preserve">California Cobb- </w:t>
      </w:r>
      <w:r w:rsidRPr="00FC5039">
        <w:rPr>
          <w:rFonts w:ascii="Bookman Old Style" w:hAnsi="Bookman Old Style"/>
          <w:i/>
        </w:rPr>
        <w:t>Spring Mix topped with House Roasted Turkey Breast, Applewood Smoked Bacon Bits, Diced Tomatoes, Avocado Slices, Roasted Red Peppers, and Kalamata Olives.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>$&amp;.&amp;&amp;</w:t>
      </w:r>
    </w:p>
    <w:p w:rsidR="003602AA" w:rsidRPr="00FC5039" w:rsidRDefault="003602AA" w:rsidP="001C6BEB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b/>
          <w:i/>
        </w:rPr>
        <w:t xml:space="preserve">Titanic- </w:t>
      </w:r>
      <w:r w:rsidRPr="00FC5039">
        <w:rPr>
          <w:rFonts w:ascii="Bookman Old Style" w:hAnsi="Bookman Old Style"/>
          <w:i/>
        </w:rPr>
        <w:t>Iceberg wedge topped with Diced Tomatoes, Applewood Smoked Bacon Bits and our House-made Bleu Cheese Dressing.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>$&amp;.&amp;&amp;</w:t>
      </w:r>
    </w:p>
    <w:p w:rsidR="003602AA" w:rsidRPr="00FC5039" w:rsidRDefault="003602AA" w:rsidP="001C6BEB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b/>
          <w:i/>
        </w:rPr>
        <w:t>MCC Chef Salad-</w:t>
      </w:r>
      <w:r w:rsidRPr="00FC5039">
        <w:rPr>
          <w:rFonts w:ascii="Bookman Old Style" w:hAnsi="Bookman Old Style"/>
          <w:i/>
        </w:rPr>
        <w:t xml:space="preserve"> House Roasted </w:t>
      </w:r>
      <w:smartTag w:uri="urn:schemas-microsoft-com:office:smarttags" w:element="country-region">
        <w:r w:rsidRPr="00FC5039">
          <w:rPr>
            <w:rFonts w:ascii="Bookman Old Style" w:hAnsi="Bookman Old Style"/>
            <w:i/>
          </w:rPr>
          <w:t>Turkey</w:t>
        </w:r>
      </w:smartTag>
      <w:r w:rsidRPr="00FC5039">
        <w:rPr>
          <w:rFonts w:ascii="Bookman Old Style" w:hAnsi="Bookman Old Style"/>
          <w:i/>
        </w:rPr>
        <w:t xml:space="preserve"> Breast, </w:t>
      </w:r>
      <w:smartTag w:uri="urn:schemas-microsoft-com:office:smarttags" w:element="place">
        <w:r w:rsidRPr="00FC5039">
          <w:rPr>
            <w:rFonts w:ascii="Bookman Old Style" w:hAnsi="Bookman Old Style"/>
            <w:i/>
          </w:rPr>
          <w:t>Black Forest</w:t>
        </w:r>
      </w:smartTag>
      <w:r w:rsidRPr="00FC5039">
        <w:rPr>
          <w:rFonts w:ascii="Bookman Old Style" w:hAnsi="Bookman Old Style"/>
          <w:i/>
        </w:rPr>
        <w:t xml:space="preserve"> Ham. American and Swiss Cheeses, diced Tomatoes served over Crisp Romaine Lettuce.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>$&amp;.&amp;&amp;</w:t>
      </w:r>
    </w:p>
    <w:p w:rsidR="003602AA" w:rsidRPr="00FC5039" w:rsidRDefault="003602AA" w:rsidP="001C6BEB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b/>
          <w:i/>
        </w:rPr>
        <w:t xml:space="preserve">Grilled Chicken and Organic Spinach- </w:t>
      </w:r>
      <w:r w:rsidRPr="00FC5039">
        <w:rPr>
          <w:rFonts w:ascii="Bookman Old Style" w:hAnsi="Bookman Old Style"/>
          <w:i/>
        </w:rPr>
        <w:t xml:space="preserve"> Grilled Chicken Breast strips served over Organic Baby Spinach topped with Crumbled Gorgonazola Cheese, Julienne Red Onions, Button Mushroom Slices, and Garlic Croutons.      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>$&amp;.&amp;&amp;</w:t>
      </w:r>
    </w:p>
    <w:p w:rsidR="003602AA" w:rsidRPr="00FC5039" w:rsidRDefault="003602AA" w:rsidP="001C6BEB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b/>
          <w:i/>
        </w:rPr>
        <w:t>Bistro Steak Salad-</w:t>
      </w:r>
      <w:r w:rsidRPr="00FC5039">
        <w:rPr>
          <w:rFonts w:ascii="Bookman Old Style" w:hAnsi="Bookman Old Style"/>
          <w:i/>
        </w:rPr>
        <w:t>grilled Bistro Tenderloin served over Spring Mix topped with Sliced Button Mushrooms, Red Onions,  Shredded Carrots, Grape Tomatoes, Crumbled Gorgonzola Cheese, and  Walnut Halves.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>$&amp;.&amp;&amp;</w:t>
      </w:r>
    </w:p>
    <w:p w:rsidR="003602AA" w:rsidRPr="00FC5039" w:rsidRDefault="003602AA" w:rsidP="001C6BEB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b/>
          <w:i/>
        </w:rPr>
        <w:t xml:space="preserve">Grilled Vegetable Salad- </w:t>
      </w:r>
      <w:r w:rsidRPr="00FC5039">
        <w:rPr>
          <w:rFonts w:ascii="Bookman Old Style" w:hAnsi="Bookman Old Style"/>
          <w:i/>
        </w:rPr>
        <w:t>BalsamicMarinated Grilled Vegetables served over Spring Mix with Avocado slices, Feta Cheese, and Pepperoncinis.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>$&amp;.&amp;&amp;</w:t>
      </w:r>
    </w:p>
    <w:p w:rsidR="003602AA" w:rsidRPr="00FC5039" w:rsidRDefault="003602AA" w:rsidP="001C6BEB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b/>
          <w:i/>
        </w:rPr>
        <w:t xml:space="preserve">Micro Power Green Salad- </w:t>
      </w:r>
      <w:r w:rsidRPr="00FC5039">
        <w:rPr>
          <w:rFonts w:ascii="Bookman Old Style" w:hAnsi="Bookman Old Style"/>
          <w:i/>
        </w:rPr>
        <w:t>Blend of Micro Spinach, Kale, Chard and Arugala, topped with Goat Cheese, Oven Roasted Beets, Almond Slivers, Julienne Carrots and finished with a House-made Shitake-Sesame Vinaigrette.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>$&amp;.&amp;&amp;</w:t>
      </w:r>
    </w:p>
    <w:p w:rsidR="003602AA" w:rsidRPr="00FC5039" w:rsidRDefault="003602AA" w:rsidP="001C6BEB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b/>
          <w:i/>
        </w:rPr>
        <w:t>Powerhouse Salad-</w:t>
      </w:r>
      <w:r w:rsidRPr="00FC5039">
        <w:rPr>
          <w:rFonts w:ascii="Bookman Old Style" w:hAnsi="Bookman Old Style"/>
          <w:i/>
        </w:rPr>
        <w:t xml:space="preserve"> Spring Mix Lettuces topped with a generous scoop of Tuna Salad, Egg Whites, Shredded Carrots, Cucumbers, Grape Tomatoes, and Broccoli Florets.</w:t>
      </w: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  <w:sectPr w:rsidR="003602AA" w:rsidRPr="00FC5039" w:rsidSect="00FC5039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3602AA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</w:p>
    <w:p w:rsidR="003602AA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</w:p>
    <w:p w:rsidR="003602AA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</w:p>
    <w:p w:rsidR="003602AA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  <w:r>
        <w:rPr>
          <w:rFonts w:ascii="Bookman Old Style" w:hAnsi="Bookman Old Style"/>
          <w:b/>
          <w:i/>
          <w:sz w:val="28"/>
          <w:szCs w:val="28"/>
        </w:rPr>
        <w:t>E</w:t>
      </w:r>
      <w:r w:rsidRPr="00FC5039">
        <w:rPr>
          <w:rFonts w:ascii="Bookman Old Style" w:hAnsi="Bookman Old Style"/>
          <w:b/>
          <w:i/>
          <w:sz w:val="28"/>
          <w:szCs w:val="28"/>
        </w:rPr>
        <w:t>ntrée Sides</w:t>
      </w:r>
    </w:p>
    <w:p w:rsidR="003602AA" w:rsidRPr="00FC5039" w:rsidRDefault="003602AA" w:rsidP="00FC5039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Fresh House Baked Rolls and Artisan Baguettes with Whipped Butter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  <w:t>$&amp;.&amp;&amp; Per Dozen</w:t>
      </w:r>
    </w:p>
    <w:p w:rsidR="003602AA" w:rsidRPr="00FC5039" w:rsidRDefault="003602AA" w:rsidP="00FC5039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Fresh Baked Garlic Bread</w:t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 w:rsidRPr="00FC5039">
        <w:rPr>
          <w:rFonts w:ascii="Bookman Old Style" w:hAnsi="Bookman Old Style"/>
          <w:i/>
        </w:rPr>
        <w:t>$&amp;.&amp;&amp; Per Dozen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</w:p>
    <w:p w:rsidR="003602AA" w:rsidRDefault="003602AA" w:rsidP="00FC5039">
      <w:pPr>
        <w:jc w:val="center"/>
        <w:rPr>
          <w:rFonts w:ascii="Bookman Old Style" w:hAnsi="Bookman Old Style"/>
          <w:b/>
          <w:i/>
        </w:rPr>
        <w:sectPr w:rsidR="003602AA" w:rsidSect="00FC5039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602AA" w:rsidRPr="00FC5039" w:rsidRDefault="003602AA" w:rsidP="00FC5039">
      <w:pPr>
        <w:jc w:val="center"/>
        <w:rPr>
          <w:rFonts w:ascii="Bookman Old Style" w:hAnsi="Bookman Old Style"/>
          <w:b/>
          <w:i/>
        </w:rPr>
      </w:pPr>
      <w:r w:rsidRPr="00FC5039">
        <w:rPr>
          <w:rFonts w:ascii="Bookman Old Style" w:hAnsi="Bookman Old Style"/>
          <w:b/>
          <w:i/>
        </w:rPr>
        <w:t>Fresh Salads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Tropical Salad- Customer Favorite! Spring Mix, Feta Cheese, Mandarin Oranges, and Craisins.Served with our Fat-Free Raspberry Vinaigrette.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Classic Caeser Salad- Crisp Romaine Lettuce, Creamy Caesar Dressing, Garlic Croutons, and Imported Parmsan Cheese.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Roman Salad-Crisp Romaine Lettuce, Black Olives, Grape Tomatoes, Feta Cheese, and Red Onions.Served with our Chef-made Parmesan-Pepper Dressing.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Farm Fresh Garden Salad- Spring Mix, Shredded Carrots, Grape Tomatoes, Cucumbers, Red Onions, and Garlic Croutons.Accompanied with Ranch Dressing and our Chef-made Balsamic Dressing.</w:t>
      </w:r>
    </w:p>
    <w:p w:rsidR="003602AA" w:rsidRDefault="003602AA" w:rsidP="00FC5039">
      <w:pPr>
        <w:jc w:val="center"/>
        <w:rPr>
          <w:rFonts w:ascii="Bookman Old Style" w:hAnsi="Bookman Old Style"/>
          <w:b/>
          <w:i/>
        </w:rPr>
      </w:pPr>
    </w:p>
    <w:p w:rsidR="003602AA" w:rsidRDefault="003602AA" w:rsidP="00FC5039">
      <w:pPr>
        <w:jc w:val="center"/>
        <w:rPr>
          <w:rFonts w:ascii="Bookman Old Style" w:hAnsi="Bookman Old Style"/>
          <w:b/>
          <w:i/>
        </w:rPr>
      </w:pPr>
    </w:p>
    <w:p w:rsidR="003602AA" w:rsidRDefault="003602AA" w:rsidP="00FC5039">
      <w:pPr>
        <w:jc w:val="center"/>
        <w:rPr>
          <w:rFonts w:ascii="Bookman Old Style" w:hAnsi="Bookman Old Style"/>
          <w:b/>
          <w:i/>
        </w:rPr>
      </w:pPr>
    </w:p>
    <w:p w:rsidR="003602AA" w:rsidRDefault="003602AA" w:rsidP="00FC5039">
      <w:pPr>
        <w:jc w:val="center"/>
        <w:rPr>
          <w:rFonts w:ascii="Bookman Old Style" w:hAnsi="Bookman Old Style"/>
          <w:b/>
          <w:i/>
        </w:rPr>
      </w:pP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b/>
          <w:i/>
        </w:rPr>
        <w:t>Vegetable Substitutes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To substitute, free of charge, to add $&amp;.&amp;&amp;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Lemon Scented Petit Green Beans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Tomato-Zucchini Casserole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Steamed Broccoli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Maple Glazed Carrots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Sautéed Local Corn</w:t>
      </w:r>
    </w:p>
    <w:p w:rsidR="003602AA" w:rsidRPr="00FC5039" w:rsidRDefault="003602AA">
      <w:pPr>
        <w:rPr>
          <w:rFonts w:ascii="Bookman Old Style" w:hAnsi="Bookman Old Style"/>
          <w:i/>
        </w:rPr>
        <w:sectPr w:rsidR="003602AA" w:rsidRPr="00FC5039" w:rsidSect="00FC5039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  <w:r w:rsidRPr="00FC5039">
        <w:rPr>
          <w:rFonts w:ascii="Bookman Old Style" w:hAnsi="Bookman Old Style"/>
          <w:b/>
          <w:i/>
          <w:sz w:val="28"/>
          <w:szCs w:val="28"/>
        </w:rPr>
        <w:t>Ala Carte Sides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Lemon Scented Petit Green Beans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Tomato-Zucchini Casserole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Steamed Broccoli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Maple Glazed Carrots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Sautéed Local Corn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Pasta Vegetable Salad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Country Potato Salad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Asparagus and Petit Green Bean Salad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Oven Roasted Redskin Potatoes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Balsamic Roasted Seasonal Vegetable Medley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Creamy Cole Slaw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Caprese Salad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Jeweled Rice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Pineapple Hawaiian Cole Slaw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Fresh Watermelon Wedges</w:t>
      </w:r>
    </w:p>
    <w:p w:rsidR="003602AA" w:rsidRPr="00FC5039" w:rsidRDefault="003602AA" w:rsidP="00FC5039">
      <w:pPr>
        <w:jc w:val="center"/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Fresh Fruit and Melon Platter</w:t>
      </w:r>
    </w:p>
    <w:p w:rsidR="003602AA" w:rsidRPr="00E57D51" w:rsidRDefault="003602AA" w:rsidP="001C6BEB">
      <w:pPr>
        <w:rPr>
          <w:rFonts w:ascii="Bookman Old Style" w:hAnsi="Bookman Old Style"/>
          <w:b/>
          <w:i/>
          <w:sz w:val="28"/>
          <w:szCs w:val="28"/>
        </w:rPr>
      </w:pPr>
      <w:r>
        <w:rPr>
          <w:rFonts w:ascii="Bookman Old Style" w:hAnsi="Bookman Old Style"/>
          <w:i/>
        </w:rPr>
        <w:t xml:space="preserve">                      </w:t>
      </w:r>
      <w:r w:rsidRPr="00E57D51">
        <w:rPr>
          <w:rFonts w:ascii="Bookman Old Style" w:hAnsi="Bookman Old Style"/>
          <w:i/>
          <w:sz w:val="28"/>
          <w:szCs w:val="28"/>
        </w:rPr>
        <w:t xml:space="preserve"> </w:t>
      </w:r>
      <w:r w:rsidRPr="00E57D51">
        <w:rPr>
          <w:rFonts w:ascii="Bookman Old Style" w:hAnsi="Bookman Old Style"/>
          <w:b/>
          <w:i/>
          <w:sz w:val="28"/>
          <w:szCs w:val="28"/>
        </w:rPr>
        <w:t xml:space="preserve">      Signature Soups</w:t>
      </w:r>
    </w:p>
    <w:p w:rsidR="003602AA" w:rsidRPr="001C6BEB" w:rsidRDefault="003602AA" w:rsidP="00FC5039">
      <w:pPr>
        <w:jc w:val="center"/>
        <w:rPr>
          <w:rFonts w:ascii="Bookman Old Style" w:hAnsi="Bookman Old Style"/>
          <w:i/>
          <w:sz w:val="20"/>
          <w:szCs w:val="20"/>
        </w:rPr>
      </w:pPr>
      <w:r w:rsidRPr="001C6BEB">
        <w:rPr>
          <w:rFonts w:ascii="Bookman Old Style" w:hAnsi="Bookman Old Style"/>
          <w:i/>
          <w:sz w:val="20"/>
          <w:szCs w:val="20"/>
        </w:rPr>
        <w:t>all Served with fresh Baked Sourdough Baguettes</w:t>
      </w:r>
    </w:p>
    <w:p w:rsidR="003602AA" w:rsidRPr="001C6BEB" w:rsidRDefault="003602AA" w:rsidP="00FC5039">
      <w:pPr>
        <w:rPr>
          <w:rFonts w:ascii="Bookman Old Style" w:hAnsi="Bookman Old Style"/>
          <w:i/>
          <w:sz w:val="20"/>
          <w:szCs w:val="20"/>
        </w:rPr>
      </w:pPr>
      <w:r w:rsidRPr="001C6BEB">
        <w:rPr>
          <w:rFonts w:ascii="Bookman Old Style" w:hAnsi="Bookman Old Style"/>
          <w:b/>
          <w:i/>
          <w:sz w:val="20"/>
          <w:szCs w:val="20"/>
        </w:rPr>
        <w:t>Cream of Crab Soup</w:t>
      </w:r>
      <w:r w:rsidRPr="001C6BEB">
        <w:rPr>
          <w:rFonts w:ascii="Bookman Old Style" w:hAnsi="Bookman Old Style"/>
          <w:i/>
          <w:sz w:val="20"/>
          <w:szCs w:val="20"/>
        </w:rPr>
        <w:t>- Rich and and Creamy Maryland Classic finished with Sherry Wine.</w:t>
      </w:r>
    </w:p>
    <w:p w:rsidR="003602AA" w:rsidRPr="001C6BEB" w:rsidRDefault="003602AA" w:rsidP="00FC5039">
      <w:pPr>
        <w:rPr>
          <w:rFonts w:ascii="Bookman Old Style" w:hAnsi="Bookman Old Style"/>
          <w:i/>
          <w:sz w:val="20"/>
          <w:szCs w:val="20"/>
        </w:rPr>
      </w:pPr>
      <w:r w:rsidRPr="001C6BEB">
        <w:rPr>
          <w:rFonts w:ascii="Bookman Old Style" w:hAnsi="Bookman Old Style"/>
          <w:b/>
          <w:i/>
          <w:sz w:val="20"/>
          <w:szCs w:val="20"/>
        </w:rPr>
        <w:t>Maryland Hard Crab Soup</w:t>
      </w:r>
      <w:r w:rsidRPr="001C6BEB">
        <w:rPr>
          <w:rFonts w:ascii="Bookman Old Style" w:hAnsi="Bookman Old Style"/>
          <w:i/>
          <w:sz w:val="20"/>
          <w:szCs w:val="20"/>
        </w:rPr>
        <w:t>- Maryland’s traditional Crab Soup, loaded with fresh Vegetables and Lump Crab Meat.</w:t>
      </w:r>
    </w:p>
    <w:p w:rsidR="003602AA" w:rsidRPr="001C6BEB" w:rsidRDefault="003602AA" w:rsidP="00FC5039">
      <w:pPr>
        <w:rPr>
          <w:rFonts w:ascii="Bookman Old Style" w:hAnsi="Bookman Old Style"/>
          <w:i/>
          <w:sz w:val="20"/>
          <w:szCs w:val="20"/>
        </w:rPr>
      </w:pPr>
      <w:r w:rsidRPr="001C6BEB">
        <w:rPr>
          <w:rFonts w:ascii="Bookman Old Style" w:hAnsi="Bookman Old Style"/>
          <w:b/>
          <w:i/>
          <w:sz w:val="20"/>
          <w:szCs w:val="20"/>
        </w:rPr>
        <w:t>Seafood Bisque</w:t>
      </w:r>
      <w:r w:rsidRPr="001C6BEB">
        <w:rPr>
          <w:rFonts w:ascii="Bookman Old Style" w:hAnsi="Bookman Old Style"/>
          <w:i/>
          <w:sz w:val="20"/>
          <w:szCs w:val="20"/>
        </w:rPr>
        <w:t>- Scallops, Crab, Salmon, and Lobster in a Rich and Creamy Broth, Spiked with Brandy.</w:t>
      </w:r>
    </w:p>
    <w:p w:rsidR="003602AA" w:rsidRPr="001C6BEB" w:rsidRDefault="003602AA" w:rsidP="00FC5039">
      <w:pPr>
        <w:rPr>
          <w:rFonts w:ascii="Bookman Old Style" w:hAnsi="Bookman Old Style"/>
          <w:i/>
          <w:sz w:val="20"/>
          <w:szCs w:val="20"/>
        </w:rPr>
      </w:pPr>
      <w:r w:rsidRPr="001C6BEB">
        <w:rPr>
          <w:rFonts w:ascii="Bookman Old Style" w:hAnsi="Bookman Old Style"/>
          <w:b/>
          <w:i/>
          <w:sz w:val="20"/>
          <w:szCs w:val="20"/>
        </w:rPr>
        <w:t>Chef Luis’ Creamy Tortilla Soup-</w:t>
      </w:r>
      <w:r w:rsidRPr="001C6BEB">
        <w:rPr>
          <w:rFonts w:ascii="Bookman Old Style" w:hAnsi="Bookman Old Style"/>
          <w:i/>
          <w:sz w:val="20"/>
          <w:szCs w:val="20"/>
        </w:rPr>
        <w:t xml:space="preserve"> An MCC favorite.  Delicious with just a hint of spice, served with Crispy Tortilla Strips, Great Vegetarian Soup! Want Chicken, no problem.</w:t>
      </w:r>
    </w:p>
    <w:p w:rsidR="003602AA" w:rsidRPr="001C6BEB" w:rsidRDefault="003602AA" w:rsidP="00FC5039">
      <w:pPr>
        <w:rPr>
          <w:rFonts w:ascii="Bookman Old Style" w:hAnsi="Bookman Old Style"/>
          <w:i/>
          <w:sz w:val="20"/>
          <w:szCs w:val="20"/>
        </w:rPr>
      </w:pPr>
      <w:r w:rsidRPr="001C6BEB">
        <w:rPr>
          <w:rFonts w:ascii="Bookman Old Style" w:hAnsi="Bookman Old Style"/>
          <w:b/>
          <w:i/>
          <w:sz w:val="20"/>
          <w:szCs w:val="20"/>
        </w:rPr>
        <w:t>Grilled Seasonal Vegetable Gazpacho</w:t>
      </w:r>
      <w:r w:rsidRPr="001C6BEB">
        <w:rPr>
          <w:rFonts w:ascii="Bookman Old Style" w:hAnsi="Bookman Old Style"/>
          <w:i/>
          <w:sz w:val="20"/>
          <w:szCs w:val="20"/>
        </w:rPr>
        <w:t>- Perfect for hot summer days!  Served chilled with a Cilantro Pesto.</w:t>
      </w:r>
    </w:p>
    <w:p w:rsidR="003602AA" w:rsidRPr="001C6BEB" w:rsidRDefault="003602AA" w:rsidP="00FC5039">
      <w:pPr>
        <w:rPr>
          <w:rFonts w:ascii="Bookman Old Style" w:hAnsi="Bookman Old Style"/>
          <w:i/>
          <w:sz w:val="20"/>
          <w:szCs w:val="20"/>
        </w:rPr>
      </w:pPr>
      <w:r w:rsidRPr="001C6BEB">
        <w:rPr>
          <w:rFonts w:ascii="Bookman Old Style" w:hAnsi="Bookman Old Style"/>
          <w:b/>
          <w:i/>
          <w:sz w:val="20"/>
          <w:szCs w:val="20"/>
        </w:rPr>
        <w:t>Country Chicken Noodle-</w:t>
      </w:r>
      <w:r w:rsidRPr="001C6BEB">
        <w:rPr>
          <w:rFonts w:ascii="Bookman Old Style" w:hAnsi="Bookman Old Style"/>
          <w:i/>
          <w:sz w:val="20"/>
          <w:szCs w:val="20"/>
        </w:rPr>
        <w:t xml:space="preserve"> Grandma’s Recipe, Flavorful broth and plenty of chicken.  Pair with one of our Sandwiches.</w:t>
      </w:r>
    </w:p>
    <w:p w:rsidR="003602AA" w:rsidRPr="001C6BEB" w:rsidRDefault="003602AA" w:rsidP="00FC5039">
      <w:pPr>
        <w:rPr>
          <w:rFonts w:ascii="Bookman Old Style" w:hAnsi="Bookman Old Style"/>
          <w:i/>
          <w:sz w:val="20"/>
          <w:szCs w:val="20"/>
        </w:rPr>
      </w:pPr>
      <w:r w:rsidRPr="001C6BEB">
        <w:rPr>
          <w:rFonts w:ascii="Bookman Old Style" w:hAnsi="Bookman Old Style"/>
          <w:b/>
          <w:i/>
          <w:sz w:val="20"/>
          <w:szCs w:val="20"/>
        </w:rPr>
        <w:t>Fire-Roasted Tomato Bisque-</w:t>
      </w:r>
      <w:r w:rsidRPr="001C6BEB">
        <w:rPr>
          <w:rFonts w:ascii="Bookman Old Style" w:hAnsi="Bookman Old Style"/>
          <w:i/>
          <w:sz w:val="20"/>
          <w:szCs w:val="20"/>
        </w:rPr>
        <w:t xml:space="preserve">  Creamy tomato soup.  Finished with Parmsan-Garlic Croutons.Vegetarian.</w:t>
      </w:r>
    </w:p>
    <w:p w:rsidR="003602AA" w:rsidRPr="001C6BEB" w:rsidRDefault="003602AA" w:rsidP="00FC5039">
      <w:pPr>
        <w:rPr>
          <w:rFonts w:ascii="Bookman Old Style" w:hAnsi="Bookman Old Style"/>
          <w:i/>
          <w:sz w:val="20"/>
          <w:szCs w:val="20"/>
        </w:rPr>
      </w:pPr>
      <w:r w:rsidRPr="001C6BEB">
        <w:rPr>
          <w:rFonts w:ascii="Bookman Old Style" w:hAnsi="Bookman Old Style"/>
          <w:b/>
          <w:i/>
          <w:sz w:val="20"/>
          <w:szCs w:val="20"/>
        </w:rPr>
        <w:t>Navy Bean and Country Ham-</w:t>
      </w:r>
      <w:r w:rsidRPr="001C6BEB">
        <w:rPr>
          <w:rFonts w:ascii="Bookman Old Style" w:hAnsi="Bookman Old Style"/>
          <w:i/>
          <w:sz w:val="20"/>
          <w:szCs w:val="20"/>
        </w:rPr>
        <w:t>Made with just like Grandma used to with the Smoked Ham hocks.</w:t>
      </w:r>
    </w:p>
    <w:p w:rsidR="003602AA" w:rsidRPr="001C6BEB" w:rsidRDefault="003602AA" w:rsidP="00FC5039">
      <w:pPr>
        <w:rPr>
          <w:rFonts w:ascii="Bookman Old Style" w:hAnsi="Bookman Old Style"/>
          <w:b/>
          <w:i/>
          <w:sz w:val="20"/>
          <w:szCs w:val="20"/>
        </w:rPr>
      </w:pPr>
      <w:r w:rsidRPr="001C6BEB">
        <w:rPr>
          <w:rFonts w:ascii="Bookman Old Style" w:hAnsi="Bookman Old Style"/>
          <w:b/>
          <w:i/>
          <w:sz w:val="20"/>
          <w:szCs w:val="20"/>
        </w:rPr>
        <w:t xml:space="preserve">Creamy Brocoli &amp; Cheddar Soup </w:t>
      </w:r>
    </w:p>
    <w:p w:rsidR="003602AA" w:rsidRPr="001C6BEB" w:rsidRDefault="003602AA" w:rsidP="00FC5039">
      <w:pPr>
        <w:rPr>
          <w:rFonts w:ascii="Bookman Old Style" w:hAnsi="Bookman Old Style"/>
          <w:i/>
          <w:sz w:val="20"/>
          <w:szCs w:val="20"/>
        </w:rPr>
      </w:pPr>
      <w:r w:rsidRPr="001C6BEB">
        <w:rPr>
          <w:rFonts w:ascii="Bookman Old Style" w:hAnsi="Bookman Old Style"/>
          <w:b/>
          <w:i/>
          <w:sz w:val="20"/>
          <w:szCs w:val="20"/>
        </w:rPr>
        <w:t>Beef Vegetable-</w:t>
      </w:r>
      <w:r w:rsidRPr="001C6BEB">
        <w:rPr>
          <w:rFonts w:ascii="Bookman Old Style" w:hAnsi="Bookman Old Style"/>
          <w:i/>
          <w:sz w:val="20"/>
          <w:szCs w:val="20"/>
        </w:rPr>
        <w:t xml:space="preserve"> Chef Braden’s secret recipe!  Slow cooked with generous amounts of Beef and seasonal Vegetables.</w:t>
      </w:r>
    </w:p>
    <w:p w:rsidR="003602AA" w:rsidRPr="001C6BEB" w:rsidRDefault="003602AA">
      <w:pPr>
        <w:rPr>
          <w:rFonts w:ascii="Bookman Old Style" w:hAnsi="Bookman Old Style"/>
          <w:i/>
          <w:sz w:val="20"/>
          <w:szCs w:val="20"/>
        </w:rPr>
        <w:sectPr w:rsidR="003602AA" w:rsidRPr="001C6BEB" w:rsidSect="00FC5039">
          <w:type w:val="nextColumn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3602AA" w:rsidRDefault="003602AA" w:rsidP="003771F5">
      <w:pPr>
        <w:rPr>
          <w:rFonts w:ascii="Bookman Old Style" w:hAnsi="Bookman Old Style"/>
          <w:i/>
        </w:rPr>
        <w:sectPr w:rsidR="003602AA" w:rsidSect="00FC5039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3602AA" w:rsidRPr="00FC5039" w:rsidRDefault="003602AA" w:rsidP="003771F5">
      <w:pPr>
        <w:rPr>
          <w:rFonts w:ascii="Bookman Old Style" w:hAnsi="Bookman Old Style"/>
          <w:i/>
        </w:rPr>
      </w:pP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  <w:r w:rsidRPr="00FC5039">
        <w:rPr>
          <w:rFonts w:ascii="Bookman Old Style" w:hAnsi="Bookman Old Style"/>
          <w:b/>
          <w:i/>
          <w:sz w:val="28"/>
          <w:szCs w:val="28"/>
        </w:rPr>
        <w:t>Beverages</w:t>
      </w:r>
    </w:p>
    <w:p w:rsidR="003602AA" w:rsidRPr="00FC5039" w:rsidRDefault="003602AA" w:rsidP="00107AEC">
      <w:pPr>
        <w:rPr>
          <w:rFonts w:ascii="Bookman Old Style" w:hAnsi="Bookman Old Style"/>
          <w:i/>
        </w:rPr>
        <w:sectPr w:rsidR="003602AA" w:rsidRPr="00FC5039" w:rsidSect="00107AEC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602AA" w:rsidRPr="00FC5039" w:rsidRDefault="003602AA" w:rsidP="00107AEC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 xml:space="preserve">Assorted Sodas Water &amp; Ice </w:t>
      </w:r>
    </w:p>
    <w:p w:rsidR="003602AA" w:rsidRPr="00FC5039" w:rsidRDefault="003602AA" w:rsidP="00107AEC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>Southern Style Sweet Tea</w:t>
      </w:r>
    </w:p>
    <w:p w:rsidR="003602AA" w:rsidRPr="00FC5039" w:rsidRDefault="003602AA" w:rsidP="00107AEC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 xml:space="preserve">Lemonade </w:t>
      </w:r>
    </w:p>
    <w:p w:rsidR="003602AA" w:rsidRPr="00FC5039" w:rsidRDefault="003602AA" w:rsidP="00107AEC">
      <w:pPr>
        <w:rPr>
          <w:rFonts w:ascii="Bookman Old Style" w:hAnsi="Bookman Old Style"/>
          <w:i/>
        </w:rPr>
      </w:pPr>
      <w:r w:rsidRPr="00FC5039">
        <w:rPr>
          <w:rFonts w:ascii="Bookman Old Style" w:hAnsi="Bookman Old Style"/>
          <w:i/>
        </w:rPr>
        <w:t xml:space="preserve">Bottled Water </w:t>
      </w:r>
    </w:p>
    <w:p w:rsidR="003602AA" w:rsidRPr="00FC5039" w:rsidRDefault="003602AA" w:rsidP="003771F5">
      <w:pPr>
        <w:rPr>
          <w:rFonts w:ascii="Bookman Old Style" w:hAnsi="Bookman Old Style"/>
          <w:i/>
        </w:rPr>
        <w:sectPr w:rsidR="003602AA" w:rsidRPr="00FC5039" w:rsidSect="00107AEC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3602AA" w:rsidRPr="00FC5039" w:rsidRDefault="003602AA" w:rsidP="003771F5">
      <w:pPr>
        <w:rPr>
          <w:rFonts w:ascii="Bookman Old Style" w:hAnsi="Bookman Old Style"/>
          <w:i/>
        </w:rPr>
      </w:pPr>
    </w:p>
    <w:p w:rsidR="003602AA" w:rsidRPr="00FC5039" w:rsidRDefault="003602AA" w:rsidP="003771F5">
      <w:pPr>
        <w:rPr>
          <w:rFonts w:ascii="Bookman Old Style" w:hAnsi="Bookman Old Style"/>
          <w:i/>
        </w:rPr>
        <w:sectPr w:rsidR="003602AA" w:rsidRPr="00FC5039" w:rsidSect="00107AEC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  <w:bookmarkStart w:id="0" w:name="_GoBack"/>
      <w:bookmarkEnd w:id="0"/>
      <w:r w:rsidRPr="00FC5039">
        <w:rPr>
          <w:rFonts w:ascii="Bookman Old Style" w:hAnsi="Bookman Old Style"/>
          <w:b/>
          <w:i/>
          <w:sz w:val="28"/>
          <w:szCs w:val="28"/>
        </w:rPr>
        <w:t>Sample Cocktail Hour and Reception Menus</w:t>
      </w:r>
    </w:p>
    <w:p w:rsidR="003602AA" w:rsidRDefault="003602AA" w:rsidP="00E57D51">
      <w:pPr>
        <w:jc w:val="center"/>
        <w:rPr>
          <w:rFonts w:ascii="Bookman Old Style" w:hAnsi="Bookman Old Style"/>
          <w:b/>
          <w:i/>
        </w:rPr>
        <w:sectPr w:rsidR="003602AA" w:rsidSect="00107AEC">
          <w:type w:val="nextColumn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602AA" w:rsidRPr="00E57D51" w:rsidRDefault="003602AA" w:rsidP="00E57D51">
      <w:pPr>
        <w:jc w:val="center"/>
        <w:rPr>
          <w:rFonts w:ascii="Bookman Old Style" w:hAnsi="Bookman Old Style"/>
          <w:b/>
          <w:i/>
        </w:rPr>
      </w:pPr>
      <w:r w:rsidRPr="00E57D51">
        <w:rPr>
          <w:rFonts w:ascii="Bookman Old Style" w:hAnsi="Bookman Old Style"/>
          <w:b/>
          <w:i/>
        </w:rPr>
        <w:t>The Sampler</w:t>
      </w:r>
    </w:p>
    <w:p w:rsidR="003602AA" w:rsidRPr="00E57D51" w:rsidRDefault="003602AA" w:rsidP="00E57D51">
      <w:pPr>
        <w:spacing w:line="240" w:lineRule="auto"/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Assorted Miniature Sandwiches</w:t>
      </w:r>
    </w:p>
    <w:p w:rsidR="003602AA" w:rsidRPr="00E57D51" w:rsidRDefault="003602AA" w:rsidP="00E57D51">
      <w:pPr>
        <w:spacing w:line="240" w:lineRule="auto"/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Oven Roasted Turkey, Black Forest Ham &amp; Roasted Top Round of Beef</w:t>
      </w:r>
    </w:p>
    <w:p w:rsidR="003602AA" w:rsidRPr="00E57D51" w:rsidRDefault="003602AA" w:rsidP="00E57D51">
      <w:pPr>
        <w:spacing w:line="240" w:lineRule="auto"/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Served on Artisan rolls &amp; fresh baked baguette</w:t>
      </w:r>
    </w:p>
    <w:p w:rsidR="003602AA" w:rsidRPr="00E57D51" w:rsidRDefault="003602AA" w:rsidP="00E57D51">
      <w:pPr>
        <w:spacing w:line="240" w:lineRule="auto"/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Served with Mayonaise, Mustard, Dijon, And Horseradish</w:t>
      </w:r>
    </w:p>
    <w:p w:rsidR="003602AA" w:rsidRPr="00E57D51" w:rsidRDefault="003602AA" w:rsidP="00E57D51">
      <w:pPr>
        <w:spacing w:line="240" w:lineRule="auto"/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Rotisserie Roasted Chicken Drummies &amp; Wing Sections</w:t>
      </w:r>
    </w:p>
    <w:p w:rsidR="003602AA" w:rsidRPr="00E57D51" w:rsidRDefault="003602AA" w:rsidP="00E57D51">
      <w:pPr>
        <w:spacing w:line="240" w:lineRule="auto"/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Served with sweet &amp; sour, hot sauce &amp; chipotle ranch</w:t>
      </w:r>
    </w:p>
    <w:p w:rsidR="003602AA" w:rsidRPr="00E57D51" w:rsidRDefault="003602AA" w:rsidP="00E57D51">
      <w:pPr>
        <w:spacing w:line="240" w:lineRule="auto"/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With celery and carrot stalks</w:t>
      </w:r>
    </w:p>
    <w:p w:rsidR="003602AA" w:rsidRPr="00E57D51" w:rsidRDefault="003602AA" w:rsidP="00E57D51">
      <w:pPr>
        <w:spacing w:line="240" w:lineRule="auto"/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Cranberry BBQ Meatballs</w:t>
      </w:r>
    </w:p>
    <w:p w:rsidR="003602AA" w:rsidRPr="00E57D51" w:rsidRDefault="003602AA" w:rsidP="00E57D51">
      <w:pPr>
        <w:spacing w:line="240" w:lineRule="auto"/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Fresh Fruit &amp; Melon Display</w:t>
      </w:r>
    </w:p>
    <w:p w:rsidR="003602AA" w:rsidRPr="00E57D51" w:rsidRDefault="003602AA" w:rsidP="00E57D51">
      <w:pPr>
        <w:spacing w:line="240" w:lineRule="auto"/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Vegetable Pasta Salad</w:t>
      </w:r>
    </w:p>
    <w:p w:rsidR="003602AA" w:rsidRPr="00E57D51" w:rsidRDefault="003602AA" w:rsidP="00E57D51">
      <w:pPr>
        <w:spacing w:line="240" w:lineRule="auto"/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Maryland Crab Dip</w:t>
      </w:r>
    </w:p>
    <w:p w:rsidR="003602AA" w:rsidRPr="00E57D51" w:rsidRDefault="003602AA" w:rsidP="00E57D51">
      <w:pPr>
        <w:spacing w:line="240" w:lineRule="auto"/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Served with Gourmet Crackers</w:t>
      </w:r>
    </w:p>
    <w:p w:rsidR="003602AA" w:rsidRDefault="003602AA" w:rsidP="00E57D51">
      <w:pPr>
        <w:jc w:val="center"/>
        <w:rPr>
          <w:rFonts w:ascii="Bookman Old Style" w:hAnsi="Bookman Old Style"/>
          <w:b/>
          <w:i/>
        </w:rPr>
      </w:pPr>
    </w:p>
    <w:p w:rsidR="003602AA" w:rsidRDefault="003602AA" w:rsidP="00E57D51">
      <w:pPr>
        <w:jc w:val="center"/>
        <w:rPr>
          <w:rFonts w:ascii="Bookman Old Style" w:hAnsi="Bookman Old Style"/>
          <w:b/>
          <w:i/>
        </w:rPr>
      </w:pPr>
    </w:p>
    <w:p w:rsidR="003602AA" w:rsidRDefault="003602AA" w:rsidP="00E57D51">
      <w:pPr>
        <w:jc w:val="center"/>
        <w:rPr>
          <w:rFonts w:ascii="Bookman Old Style" w:hAnsi="Bookman Old Style"/>
          <w:b/>
          <w:i/>
        </w:rPr>
      </w:pPr>
    </w:p>
    <w:p w:rsidR="003602AA" w:rsidRDefault="003602AA" w:rsidP="00E57D51">
      <w:pPr>
        <w:jc w:val="center"/>
        <w:rPr>
          <w:rFonts w:ascii="Bookman Old Style" w:hAnsi="Bookman Old Style"/>
          <w:b/>
          <w:i/>
        </w:rPr>
      </w:pPr>
    </w:p>
    <w:p w:rsidR="003602AA" w:rsidRDefault="003602AA" w:rsidP="00E57D51">
      <w:pPr>
        <w:jc w:val="center"/>
        <w:rPr>
          <w:rFonts w:ascii="Bookman Old Style" w:hAnsi="Bookman Old Style"/>
          <w:b/>
          <w:i/>
        </w:rPr>
      </w:pPr>
    </w:p>
    <w:p w:rsidR="003602AA" w:rsidRPr="00E57D51" w:rsidRDefault="003602AA" w:rsidP="00E57D51">
      <w:pPr>
        <w:jc w:val="center"/>
        <w:rPr>
          <w:rFonts w:ascii="Bookman Old Style" w:hAnsi="Bookman Old Style"/>
          <w:b/>
          <w:i/>
        </w:rPr>
      </w:pPr>
      <w:r w:rsidRPr="00E57D51">
        <w:rPr>
          <w:rFonts w:ascii="Bookman Old Style" w:hAnsi="Bookman Old Style"/>
          <w:b/>
          <w:i/>
        </w:rPr>
        <w:t>The Artisan</w:t>
      </w:r>
    </w:p>
    <w:p w:rsidR="003602AA" w:rsidRPr="00E57D51" w:rsidRDefault="003602AA" w:rsidP="00E57D51">
      <w:pPr>
        <w:jc w:val="center"/>
        <w:rPr>
          <w:rFonts w:ascii="Bookman Old Style" w:hAnsi="Bookman Old Style"/>
          <w:i/>
        </w:rPr>
      </w:pPr>
      <w:r w:rsidRPr="00E57D51">
        <w:rPr>
          <w:rFonts w:ascii="Bookman Old Style" w:hAnsi="Bookman Old Style"/>
          <w:i/>
        </w:rPr>
        <w:t>An Artfully Displayed Hors’doeuvre Table including the following:</w:t>
      </w:r>
    </w:p>
    <w:p w:rsidR="003602AA" w:rsidRPr="00E57D51" w:rsidRDefault="003602AA" w:rsidP="00E57D51">
      <w:pPr>
        <w:jc w:val="center"/>
        <w:rPr>
          <w:rFonts w:ascii="Bookman Old Style" w:hAnsi="Bookman Old Style"/>
          <w:i/>
        </w:rPr>
      </w:pPr>
      <w:r w:rsidRPr="00E57D51">
        <w:rPr>
          <w:rFonts w:ascii="Bookman Old Style" w:hAnsi="Bookman Old Style"/>
          <w:i/>
        </w:rPr>
        <w:t>Artisan Rolls and Breads</w:t>
      </w:r>
      <w:r>
        <w:rPr>
          <w:rFonts w:ascii="Bookman Old Style" w:hAnsi="Bookman Old Style"/>
          <w:i/>
        </w:rPr>
        <w:t xml:space="preserve">                                             </w:t>
      </w:r>
      <w:r w:rsidRPr="00E57D51">
        <w:rPr>
          <w:rFonts w:ascii="Bookman Old Style" w:hAnsi="Bookman Old Style"/>
          <w:i/>
        </w:rPr>
        <w:t>Lavosh, Assorted Gourmet Crackers, and Crostinis</w:t>
      </w:r>
      <w:r>
        <w:rPr>
          <w:rFonts w:ascii="Bookman Old Style" w:hAnsi="Bookman Old Style"/>
          <w:i/>
        </w:rPr>
        <w:t xml:space="preserve"> </w:t>
      </w:r>
      <w:r w:rsidRPr="00E57D51">
        <w:rPr>
          <w:rFonts w:ascii="Bookman Old Style" w:hAnsi="Bookman Old Style"/>
          <w:i/>
        </w:rPr>
        <w:t>Pita Bread Wedges and  Baguette Loafs</w:t>
      </w:r>
    </w:p>
    <w:p w:rsidR="003602AA" w:rsidRPr="00E57D51" w:rsidRDefault="003602AA" w:rsidP="00E57D51">
      <w:pPr>
        <w:jc w:val="center"/>
        <w:rPr>
          <w:rFonts w:ascii="Bookman Old Style" w:hAnsi="Bookman Old Style"/>
          <w:i/>
        </w:rPr>
      </w:pPr>
      <w:r w:rsidRPr="00E57D51">
        <w:rPr>
          <w:rFonts w:ascii="Bookman Old Style" w:hAnsi="Bookman Old Style"/>
          <w:i/>
        </w:rPr>
        <w:t>Fresh Grapes and Strawberries</w:t>
      </w:r>
    </w:p>
    <w:p w:rsidR="003602AA" w:rsidRPr="00E57D51" w:rsidRDefault="003602AA" w:rsidP="00E57D51">
      <w:pPr>
        <w:jc w:val="center"/>
        <w:rPr>
          <w:rFonts w:ascii="Bookman Old Style" w:hAnsi="Bookman Old Style"/>
          <w:i/>
        </w:rPr>
      </w:pPr>
      <w:r w:rsidRPr="00E57D51">
        <w:rPr>
          <w:rFonts w:ascii="Bookman Old Style" w:hAnsi="Bookman Old Style"/>
          <w:i/>
        </w:rPr>
        <w:t>Seasonal fruit</w:t>
      </w:r>
    </w:p>
    <w:p w:rsidR="003602AA" w:rsidRPr="00E57D51" w:rsidRDefault="003602AA" w:rsidP="00E57D51">
      <w:pPr>
        <w:jc w:val="center"/>
        <w:rPr>
          <w:rFonts w:ascii="Bookman Old Style" w:hAnsi="Bookman Old Style"/>
          <w:i/>
        </w:rPr>
      </w:pPr>
      <w:r w:rsidRPr="00E57D51">
        <w:rPr>
          <w:rFonts w:ascii="Bookman Old Style" w:hAnsi="Bookman Old Style"/>
          <w:i/>
        </w:rPr>
        <w:t>Garden Fresh Vegetables</w:t>
      </w:r>
    </w:p>
    <w:p w:rsidR="003602AA" w:rsidRPr="00E57D51" w:rsidRDefault="003602AA" w:rsidP="00E57D51">
      <w:pPr>
        <w:jc w:val="center"/>
        <w:rPr>
          <w:rFonts w:ascii="Bookman Old Style" w:hAnsi="Bookman Old Style"/>
          <w:i/>
        </w:rPr>
      </w:pPr>
      <w:r w:rsidRPr="00E57D51">
        <w:rPr>
          <w:rFonts w:ascii="Bookman Old Style" w:hAnsi="Bookman Old Style"/>
          <w:i/>
        </w:rPr>
        <w:t>Grilled and marinated in Aged Imported Balsamic Vinegar.</w:t>
      </w:r>
    </w:p>
    <w:p w:rsidR="003602AA" w:rsidRPr="00E57D51" w:rsidRDefault="003602AA" w:rsidP="00E57D51">
      <w:pPr>
        <w:jc w:val="center"/>
        <w:rPr>
          <w:rFonts w:ascii="Bookman Old Style" w:hAnsi="Bookman Old Style"/>
          <w:i/>
        </w:rPr>
      </w:pPr>
      <w:r w:rsidRPr="00E57D51">
        <w:rPr>
          <w:rFonts w:ascii="Bookman Old Style" w:hAnsi="Bookman Old Style"/>
          <w:i/>
        </w:rPr>
        <w:t>A Variety of Artesian Cheeses, including but not limited Cheddar, Havarti, Goat Cheese, Gorgonzola, Smoked Gouda, Pepper-Jack, and Brie accompanied with assorted dried fruit and nuts.</w:t>
      </w:r>
    </w:p>
    <w:p w:rsidR="003602AA" w:rsidRPr="00E57D51" w:rsidRDefault="003602AA" w:rsidP="00E57D51">
      <w:pPr>
        <w:jc w:val="center"/>
        <w:rPr>
          <w:rFonts w:ascii="Bookman Old Style" w:hAnsi="Bookman Old Style"/>
          <w:i/>
        </w:rPr>
      </w:pPr>
      <w:r w:rsidRPr="00E57D51">
        <w:rPr>
          <w:rFonts w:ascii="Bookman Old Style" w:hAnsi="Bookman Old Style"/>
          <w:i/>
        </w:rPr>
        <w:t>Various Imported Olives and Pickled Vegetables</w:t>
      </w:r>
    </w:p>
    <w:p w:rsidR="003602AA" w:rsidRPr="00E57D51" w:rsidRDefault="003602AA" w:rsidP="00E57D51">
      <w:pPr>
        <w:jc w:val="center"/>
        <w:rPr>
          <w:rFonts w:ascii="Bookman Old Style" w:hAnsi="Bookman Old Style"/>
          <w:i/>
        </w:rPr>
      </w:pPr>
      <w:r w:rsidRPr="00E57D51">
        <w:rPr>
          <w:rFonts w:ascii="Bookman Old Style" w:hAnsi="Bookman Old Style"/>
          <w:i/>
        </w:rPr>
        <w:t>Aged Salami, Italian Hams, and Pepperoni.</w:t>
      </w:r>
    </w:p>
    <w:p w:rsidR="003602AA" w:rsidRPr="00E57D51" w:rsidRDefault="003602AA" w:rsidP="00E57D51">
      <w:pPr>
        <w:jc w:val="center"/>
        <w:rPr>
          <w:rFonts w:ascii="Bookman Old Style" w:hAnsi="Bookman Old Style"/>
          <w:i/>
        </w:rPr>
      </w:pPr>
      <w:r w:rsidRPr="00E57D51">
        <w:rPr>
          <w:rFonts w:ascii="Bookman Old Style" w:hAnsi="Bookman Old Style"/>
          <w:i/>
        </w:rPr>
        <w:t>Hummus and Olive Tapenades</w:t>
      </w:r>
    </w:p>
    <w:p w:rsidR="003602AA" w:rsidRPr="00E57D51" w:rsidRDefault="003602AA" w:rsidP="00E57D51">
      <w:pPr>
        <w:jc w:val="center"/>
        <w:rPr>
          <w:rFonts w:ascii="Bookman Old Style" w:hAnsi="Bookman Old Style"/>
          <w:i/>
        </w:rPr>
      </w:pPr>
      <w:r w:rsidRPr="00E57D51">
        <w:rPr>
          <w:rFonts w:ascii="Bookman Old Style" w:hAnsi="Bookman Old Style"/>
          <w:i/>
        </w:rPr>
        <w:t>Infused Olive Oils</w:t>
      </w:r>
    </w:p>
    <w:p w:rsidR="003602AA" w:rsidRDefault="003602AA" w:rsidP="00107AEC">
      <w:pPr>
        <w:jc w:val="center"/>
        <w:rPr>
          <w:rFonts w:ascii="Bookman Old Style" w:hAnsi="Bookman Old Style"/>
          <w:i/>
          <w:sz w:val="28"/>
          <w:szCs w:val="28"/>
        </w:rPr>
        <w:sectPr w:rsidR="003602AA" w:rsidSect="00E57D51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3602AA" w:rsidRPr="00FC5039" w:rsidRDefault="003602AA" w:rsidP="00107AEC">
      <w:pPr>
        <w:jc w:val="center"/>
        <w:rPr>
          <w:rFonts w:ascii="Bookman Old Style" w:hAnsi="Bookman Old Style"/>
          <w:i/>
          <w:sz w:val="28"/>
          <w:szCs w:val="28"/>
        </w:rPr>
      </w:pPr>
    </w:p>
    <w:p w:rsidR="003602AA" w:rsidRDefault="003602AA" w:rsidP="00E57D51">
      <w:pPr>
        <w:tabs>
          <w:tab w:val="left" w:pos="1800"/>
        </w:tabs>
        <w:jc w:val="center"/>
        <w:rPr>
          <w:rFonts w:ascii="Bookman Old Style" w:hAnsi="Bookman Old Style"/>
          <w:b/>
          <w:i/>
        </w:rPr>
        <w:sectPr w:rsidR="003602AA" w:rsidSect="00E57D51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/>
          <w:b/>
          <w:i/>
        </w:rPr>
      </w:pPr>
      <w:r w:rsidRPr="00E57D51">
        <w:rPr>
          <w:rFonts w:ascii="Bookman Old Style" w:hAnsi="Bookman Old Style"/>
          <w:b/>
          <w:i/>
        </w:rPr>
        <w:t xml:space="preserve">The Mix &amp; Mingle 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Scallops Wrapped in Bacon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Shrimp Cocktail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Thai Grilled Chicken Bites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Served with steamed wild rice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Marinated Flank Steak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Carved and served with herb mayonnaise &amp; horseradish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With fresh rolls &amp; Artisan bread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Aged Cheese Board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Pepper Jack, Smoked Gouda, English Cheddar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Goat, Gorgonzola &amp; Aged Swiss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Garnished with dried fruit &amp; nuts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Served with crackers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Mediterranean Pasta Salad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Fresh Fruit &amp; Melon Display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/>
          <w:b/>
          <w:i/>
        </w:rPr>
      </w:pPr>
    </w:p>
    <w:p w:rsidR="003602AA" w:rsidRDefault="003602AA" w:rsidP="00E57D51">
      <w:pPr>
        <w:tabs>
          <w:tab w:val="left" w:pos="1800"/>
        </w:tabs>
        <w:jc w:val="center"/>
        <w:rPr>
          <w:rFonts w:ascii="Bookman Old Style" w:hAnsi="Bookman Old Style"/>
          <w:b/>
          <w:i/>
        </w:rPr>
      </w:pPr>
    </w:p>
    <w:p w:rsidR="003602AA" w:rsidRDefault="003602AA" w:rsidP="00E57D51">
      <w:pPr>
        <w:tabs>
          <w:tab w:val="left" w:pos="1800"/>
        </w:tabs>
        <w:jc w:val="center"/>
        <w:rPr>
          <w:rFonts w:ascii="Bookman Old Style" w:hAnsi="Bookman Old Style"/>
          <w:b/>
          <w:i/>
        </w:rPr>
      </w:pP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/>
          <w:b/>
          <w:i/>
        </w:rPr>
      </w:pP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b/>
          <w:i/>
        </w:rPr>
      </w:pPr>
      <w:r w:rsidRPr="00E57D51">
        <w:rPr>
          <w:rFonts w:ascii="Bookman Old Style" w:hAnsi="Bookman Old Style" w:cs="Arial"/>
          <w:b/>
          <w:i/>
        </w:rPr>
        <w:t xml:space="preserve">The Office Party 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Grilled Marinated London Broil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Carved and served with horseradish &amp; port wine mushroom sauce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Grilled Whole Mahi Mahi Display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Served with fruit salsa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Southwest Twice Baked Potato Bites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Stuffed with scallions, bacon, cheese, butter &amp; sour cream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Balsamic Fire Roasted Vegetable Medley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Fresh Baked Rolls &amp; Artisan Bread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Served with whipped butter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Bite Sized Italian Sausage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With peppers &amp; onions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With condiments &amp; fresh baked rolls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Buffalo Drummies &amp; Wing Sections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Served with bleu cheese dressing, celery &amp; carrot sticks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Queso Dip</w:t>
      </w:r>
    </w:p>
    <w:p w:rsidR="003602AA" w:rsidRPr="00E57D51" w:rsidRDefault="003602AA" w:rsidP="00E57D51">
      <w:pPr>
        <w:tabs>
          <w:tab w:val="left" w:pos="1800"/>
        </w:tabs>
        <w:jc w:val="center"/>
        <w:rPr>
          <w:rFonts w:ascii="Bookman Old Style" w:hAnsi="Bookman Old Style" w:cs="Arial"/>
          <w:i/>
        </w:rPr>
      </w:pPr>
      <w:r w:rsidRPr="00E57D51">
        <w:rPr>
          <w:rFonts w:ascii="Bookman Old Style" w:hAnsi="Bookman Old Style" w:cs="Arial"/>
          <w:i/>
        </w:rPr>
        <w:t>Served with tortilla chips</w:t>
      </w:r>
    </w:p>
    <w:p w:rsidR="003602AA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  <w:sectPr w:rsidR="003602AA" w:rsidSect="00E57D51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  <w:r w:rsidRPr="00FC5039">
        <w:rPr>
          <w:rFonts w:ascii="Bookman Old Style" w:hAnsi="Bookman Old Style"/>
          <w:b/>
          <w:i/>
          <w:sz w:val="28"/>
          <w:szCs w:val="28"/>
        </w:rPr>
        <w:t>Desserts</w:t>
      </w:r>
    </w:p>
    <w:p w:rsidR="003602AA" w:rsidRPr="00FC5039" w:rsidRDefault="003602AA" w:rsidP="00107AEC">
      <w:pPr>
        <w:rPr>
          <w:rFonts w:ascii="Bookman Old Style" w:hAnsi="Bookman Old Style" w:cs="Arial"/>
          <w:bCs/>
          <w:i/>
          <w:iCs/>
        </w:rPr>
      </w:pPr>
      <w:r w:rsidRPr="00FC5039">
        <w:rPr>
          <w:rFonts w:ascii="Bookman Old Style" w:hAnsi="Bookman Old Style" w:cs="Arial"/>
          <w:b/>
          <w:bCs/>
          <w:i/>
          <w:iCs/>
        </w:rPr>
        <w:t>Homemade Cookies, Brownies &amp; Blondie</w:t>
      </w:r>
      <w:r w:rsidRPr="00FC5039">
        <w:rPr>
          <w:rFonts w:ascii="Bookman Old Style" w:hAnsi="Bookman Old Style" w:cs="Arial"/>
          <w:bCs/>
          <w:i/>
          <w:iCs/>
        </w:rPr>
        <w:t>s</w:t>
      </w:r>
      <w:r w:rsidRPr="00FC5039">
        <w:rPr>
          <w:rFonts w:ascii="Bookman Old Style" w:hAnsi="Bookman Old Style" w:cs="Arial"/>
          <w:bCs/>
          <w:i/>
          <w:iCs/>
        </w:rPr>
        <w:tab/>
      </w:r>
      <w:r w:rsidRPr="00FC5039">
        <w:rPr>
          <w:rFonts w:ascii="Bookman Old Style" w:hAnsi="Bookman Old Style" w:cs="Arial"/>
          <w:bCs/>
          <w:i/>
          <w:iCs/>
        </w:rPr>
        <w:tab/>
      </w:r>
      <w:r w:rsidRPr="00FC5039">
        <w:rPr>
          <w:rFonts w:ascii="Bookman Old Style" w:hAnsi="Bookman Old Style" w:cs="Arial"/>
          <w:bCs/>
          <w:i/>
          <w:iCs/>
        </w:rPr>
        <w:tab/>
      </w:r>
      <w:r w:rsidRPr="00FC5039">
        <w:rPr>
          <w:rFonts w:ascii="Bookman Old Style" w:hAnsi="Bookman Old Style" w:cs="Arial"/>
          <w:bCs/>
          <w:i/>
          <w:iCs/>
        </w:rPr>
        <w:tab/>
      </w:r>
      <w:r w:rsidRPr="00FC5039">
        <w:rPr>
          <w:rFonts w:ascii="Bookman Old Style" w:hAnsi="Bookman Old Style" w:cs="Arial"/>
          <w:bCs/>
          <w:i/>
          <w:iCs/>
        </w:rPr>
        <w:tab/>
      </w:r>
      <w:r w:rsidRPr="00FC5039">
        <w:rPr>
          <w:rFonts w:ascii="Bookman Old Style" w:hAnsi="Bookman Old Style" w:cs="Arial"/>
          <w:bCs/>
          <w:i/>
          <w:iCs/>
        </w:rPr>
        <w:tab/>
        <w:t>$X.XX per person</w:t>
      </w:r>
    </w:p>
    <w:p w:rsidR="003602AA" w:rsidRPr="00FC5039" w:rsidRDefault="003602AA" w:rsidP="00107AEC">
      <w:pPr>
        <w:rPr>
          <w:rFonts w:ascii="Bookman Old Style" w:hAnsi="Bookman Old Style" w:cs="Arial"/>
          <w:b/>
          <w:bCs/>
          <w:i/>
          <w:iCs/>
        </w:rPr>
      </w:pPr>
      <w:r w:rsidRPr="00FC5039">
        <w:rPr>
          <w:rFonts w:ascii="Bookman Old Style" w:hAnsi="Bookman Old Style" w:cs="Arial"/>
          <w:b/>
          <w:bCs/>
          <w:i/>
          <w:iCs/>
        </w:rPr>
        <w:t xml:space="preserve">Dessert Miniatures </w:t>
      </w:r>
    </w:p>
    <w:p w:rsidR="003602AA" w:rsidRPr="00FC5039" w:rsidRDefault="003602AA" w:rsidP="00107AEC">
      <w:pPr>
        <w:rPr>
          <w:rFonts w:ascii="Bookman Old Style" w:hAnsi="Bookman Old Style" w:cs="Arial"/>
          <w:bCs/>
          <w:i/>
          <w:iCs/>
        </w:rPr>
      </w:pPr>
      <w:r w:rsidRPr="00FC5039">
        <w:rPr>
          <w:rFonts w:ascii="Bookman Old Style" w:hAnsi="Bookman Old Style" w:cs="Arial"/>
          <w:bCs/>
          <w:i/>
          <w:iCs/>
        </w:rPr>
        <w:t>Homemade Cookies, Brownies, Blondies, Petit Fours,</w:t>
      </w:r>
    </w:p>
    <w:p w:rsidR="003602AA" w:rsidRPr="00FC5039" w:rsidRDefault="003602AA" w:rsidP="00107AEC">
      <w:pPr>
        <w:rPr>
          <w:rFonts w:ascii="Bookman Old Style" w:hAnsi="Bookman Old Style" w:cs="Arial"/>
          <w:bCs/>
          <w:i/>
          <w:iCs/>
        </w:rPr>
      </w:pPr>
      <w:r w:rsidRPr="00FC5039">
        <w:rPr>
          <w:rFonts w:ascii="Bookman Old Style" w:hAnsi="Bookman Old Style" w:cs="Arial"/>
          <w:bCs/>
          <w:i/>
          <w:iCs/>
        </w:rPr>
        <w:t>Miniature Chocolate Mousse Cups &amp; Crème Puffs</w:t>
      </w:r>
      <w:r w:rsidRPr="00FC5039">
        <w:rPr>
          <w:rFonts w:ascii="Bookman Old Style" w:hAnsi="Bookman Old Style" w:cs="Arial"/>
          <w:bCs/>
          <w:i/>
          <w:iCs/>
        </w:rPr>
        <w:tab/>
      </w:r>
      <w:r w:rsidRPr="00FC5039">
        <w:rPr>
          <w:rFonts w:ascii="Bookman Old Style" w:hAnsi="Bookman Old Style" w:cs="Arial"/>
          <w:bCs/>
          <w:i/>
          <w:iCs/>
        </w:rPr>
        <w:tab/>
      </w:r>
      <w:r w:rsidRPr="00FC5039">
        <w:rPr>
          <w:rFonts w:ascii="Bookman Old Style" w:hAnsi="Bookman Old Style" w:cs="Arial"/>
          <w:bCs/>
          <w:i/>
          <w:iCs/>
        </w:rPr>
        <w:tab/>
      </w:r>
      <w:r w:rsidRPr="00FC5039">
        <w:rPr>
          <w:rFonts w:ascii="Bookman Old Style" w:hAnsi="Bookman Old Style" w:cs="Arial"/>
          <w:bCs/>
          <w:i/>
          <w:iCs/>
        </w:rPr>
        <w:tab/>
      </w:r>
      <w:r w:rsidRPr="00FC5039">
        <w:rPr>
          <w:rFonts w:ascii="Bookman Old Style" w:hAnsi="Bookman Old Style" w:cs="Arial"/>
          <w:bCs/>
          <w:i/>
          <w:iCs/>
        </w:rPr>
        <w:tab/>
        <w:t>$X.XX per person</w:t>
      </w:r>
    </w:p>
    <w:p w:rsidR="003602AA" w:rsidRPr="00FC5039" w:rsidRDefault="003602AA" w:rsidP="00107AEC">
      <w:pPr>
        <w:rPr>
          <w:rFonts w:ascii="Bookman Old Style" w:hAnsi="Bookman Old Style" w:cs="Arial"/>
          <w:bCs/>
          <w:i/>
          <w:iCs/>
        </w:rPr>
      </w:pPr>
      <w:r w:rsidRPr="00FC5039">
        <w:rPr>
          <w:rFonts w:ascii="Bookman Old Style" w:hAnsi="Bookman Old Style" w:cs="Arial"/>
          <w:bCs/>
          <w:i/>
          <w:iCs/>
        </w:rPr>
        <w:t>Strawberry Shortcake &amp; Chocolate Brownie Mousse Parfaits</w:t>
      </w:r>
      <w:r w:rsidRPr="00FC5039">
        <w:rPr>
          <w:rFonts w:ascii="Bookman Old Style" w:hAnsi="Bookman Old Style" w:cs="Arial"/>
          <w:bCs/>
          <w:i/>
          <w:iCs/>
        </w:rPr>
        <w:tab/>
      </w:r>
      <w:r w:rsidRPr="00FC5039">
        <w:rPr>
          <w:rFonts w:ascii="Bookman Old Style" w:hAnsi="Bookman Old Style" w:cs="Arial"/>
          <w:bCs/>
          <w:i/>
          <w:iCs/>
        </w:rPr>
        <w:tab/>
      </w:r>
      <w:r w:rsidRPr="00FC5039">
        <w:rPr>
          <w:rFonts w:ascii="Bookman Old Style" w:hAnsi="Bookman Old Style" w:cs="Arial"/>
          <w:bCs/>
          <w:i/>
          <w:iCs/>
        </w:rPr>
        <w:tab/>
      </w:r>
      <w:r w:rsidRPr="00FC5039">
        <w:rPr>
          <w:rFonts w:ascii="Bookman Old Style" w:hAnsi="Bookman Old Style" w:cs="Arial"/>
          <w:bCs/>
          <w:i/>
          <w:iCs/>
        </w:rPr>
        <w:tab/>
        <w:t>$X.XX per person</w:t>
      </w:r>
    </w:p>
    <w:p w:rsidR="003602AA" w:rsidRPr="00FC5039" w:rsidRDefault="003602AA" w:rsidP="00107AEC">
      <w:pPr>
        <w:rPr>
          <w:rFonts w:ascii="Bookman Old Style" w:hAnsi="Bookman Old Style" w:cs="Arial"/>
          <w:b/>
          <w:bCs/>
          <w:i/>
          <w:iCs/>
        </w:rPr>
      </w:pPr>
      <w:r w:rsidRPr="00FC5039">
        <w:rPr>
          <w:rFonts w:ascii="Bookman Old Style" w:hAnsi="Bookman Old Style" w:cs="Arial"/>
          <w:b/>
          <w:bCs/>
          <w:i/>
          <w:iCs/>
        </w:rPr>
        <w:t>New York Style Cheesecake Bar</w:t>
      </w:r>
      <w:r w:rsidRPr="00FC5039">
        <w:rPr>
          <w:rFonts w:ascii="Bookman Old Style" w:hAnsi="Bookman Old Style" w:cs="Arial"/>
          <w:b/>
          <w:bCs/>
          <w:i/>
          <w:iCs/>
        </w:rPr>
        <w:tab/>
      </w:r>
      <w:r w:rsidRPr="00FC5039">
        <w:rPr>
          <w:rFonts w:ascii="Bookman Old Style" w:hAnsi="Bookman Old Style" w:cs="Arial"/>
          <w:b/>
          <w:bCs/>
          <w:i/>
          <w:iCs/>
        </w:rPr>
        <w:tab/>
      </w:r>
    </w:p>
    <w:p w:rsidR="003602AA" w:rsidRPr="00FC5039" w:rsidRDefault="003602AA" w:rsidP="00107AEC">
      <w:pPr>
        <w:rPr>
          <w:rFonts w:ascii="Bookman Old Style" w:hAnsi="Bookman Old Style" w:cs="Arial"/>
          <w:bCs/>
          <w:i/>
          <w:iCs/>
        </w:rPr>
      </w:pPr>
      <w:r w:rsidRPr="00FC5039">
        <w:rPr>
          <w:rFonts w:ascii="Bookman Old Style" w:hAnsi="Bookman Old Style" w:cs="Arial"/>
          <w:bCs/>
          <w:i/>
          <w:iCs/>
        </w:rPr>
        <w:t>With warm chocolate sauce, caramel, strawberries</w:t>
      </w:r>
    </w:p>
    <w:p w:rsidR="003602AA" w:rsidRPr="00FC5039" w:rsidRDefault="003602AA" w:rsidP="00107AEC">
      <w:pPr>
        <w:rPr>
          <w:rFonts w:ascii="Bookman Old Style" w:hAnsi="Bookman Old Style"/>
          <w:b/>
          <w:i/>
        </w:rPr>
      </w:pPr>
      <w:r w:rsidRPr="00FC5039">
        <w:rPr>
          <w:rFonts w:ascii="Bookman Old Style" w:hAnsi="Bookman Old Style" w:cs="Arial"/>
          <w:bCs/>
          <w:i/>
          <w:iCs/>
        </w:rPr>
        <w:t>Cherries &amp; whipped topping</w:t>
      </w:r>
      <w:r w:rsidRPr="00FC5039">
        <w:rPr>
          <w:rFonts w:ascii="Bookman Old Style" w:hAnsi="Bookman Old Style" w:cs="Arial"/>
          <w:bCs/>
          <w:i/>
          <w:iCs/>
        </w:rPr>
        <w:tab/>
      </w:r>
      <w:r w:rsidRPr="00FC5039">
        <w:rPr>
          <w:rFonts w:ascii="Bookman Old Style" w:hAnsi="Bookman Old Style" w:cs="Arial"/>
          <w:bCs/>
          <w:i/>
          <w:iCs/>
        </w:rPr>
        <w:tab/>
      </w:r>
      <w:r w:rsidRPr="00FC5039">
        <w:rPr>
          <w:rFonts w:ascii="Bookman Old Style" w:hAnsi="Bookman Old Style" w:cs="Arial"/>
          <w:bCs/>
          <w:i/>
          <w:iCs/>
        </w:rPr>
        <w:tab/>
      </w:r>
      <w:r w:rsidRPr="00FC5039">
        <w:rPr>
          <w:rFonts w:ascii="Bookman Old Style" w:hAnsi="Bookman Old Style" w:cs="Arial"/>
          <w:bCs/>
          <w:i/>
          <w:iCs/>
        </w:rPr>
        <w:tab/>
      </w:r>
      <w:r w:rsidRPr="00FC5039">
        <w:rPr>
          <w:rFonts w:ascii="Bookman Old Style" w:hAnsi="Bookman Old Style" w:cs="Arial"/>
          <w:bCs/>
          <w:i/>
          <w:iCs/>
        </w:rPr>
        <w:tab/>
      </w:r>
      <w:r w:rsidRPr="00FC5039">
        <w:rPr>
          <w:rFonts w:ascii="Bookman Old Style" w:hAnsi="Bookman Old Style" w:cs="Arial"/>
          <w:bCs/>
          <w:i/>
          <w:iCs/>
        </w:rPr>
        <w:tab/>
      </w:r>
      <w:r w:rsidRPr="00FC5039">
        <w:rPr>
          <w:rFonts w:ascii="Bookman Old Style" w:hAnsi="Bookman Old Style" w:cs="Arial"/>
          <w:bCs/>
          <w:i/>
          <w:iCs/>
        </w:rPr>
        <w:tab/>
      </w:r>
      <w:r w:rsidRPr="00FC5039">
        <w:rPr>
          <w:rFonts w:ascii="Bookman Old Style" w:hAnsi="Bookman Old Style" w:cs="Arial"/>
          <w:bCs/>
          <w:i/>
          <w:iCs/>
        </w:rPr>
        <w:tab/>
        <w:t>$X.XX per person</w:t>
      </w:r>
    </w:p>
    <w:p w:rsidR="003602AA" w:rsidRPr="00FC5039" w:rsidRDefault="003602AA" w:rsidP="00107AEC">
      <w:pPr>
        <w:rPr>
          <w:rFonts w:ascii="Bookman Old Style" w:hAnsi="Bookman Old Style" w:cs="Arial"/>
          <w:b/>
          <w:bCs/>
          <w:i/>
        </w:rPr>
      </w:pPr>
      <w:r w:rsidRPr="00FC5039">
        <w:rPr>
          <w:rFonts w:ascii="Bookman Old Style" w:hAnsi="Bookman Old Style" w:cs="Arial"/>
          <w:b/>
          <w:bCs/>
          <w:i/>
        </w:rPr>
        <w:t>Ice Cream Sundae Bar</w:t>
      </w:r>
    </w:p>
    <w:p w:rsidR="003602AA" w:rsidRPr="00FC5039" w:rsidRDefault="003602AA" w:rsidP="00107AEC">
      <w:pPr>
        <w:rPr>
          <w:rFonts w:ascii="Bookman Old Style" w:hAnsi="Bookman Old Style" w:cs="Arial"/>
          <w:i/>
        </w:rPr>
      </w:pPr>
      <w:r w:rsidRPr="00FC5039">
        <w:rPr>
          <w:rFonts w:ascii="Bookman Old Style" w:hAnsi="Bookman Old Style" w:cs="Arial"/>
          <w:i/>
        </w:rPr>
        <w:t>Hand Dipped Ice Cream Cups.Served With Toppings:Chopped Nuts, Chocolate Chips, Crushed Oreo Cookies,Rainbow Sprinkles, Cherries, Whipped Topping,Chocolate Syrup, Caramel, Pineapple, Strawberry</w:t>
      </w:r>
    </w:p>
    <w:p w:rsidR="003602AA" w:rsidRPr="00FC5039" w:rsidRDefault="003602AA" w:rsidP="00107AEC">
      <w:pPr>
        <w:pStyle w:val="Heading9"/>
        <w:rPr>
          <w:rFonts w:ascii="Bookman Old Style" w:hAnsi="Bookman Old Style"/>
          <w:i/>
          <w:szCs w:val="22"/>
        </w:rPr>
      </w:pPr>
      <w:r w:rsidRPr="00FC5039">
        <w:rPr>
          <w:rFonts w:ascii="Bookman Old Style" w:hAnsi="Bookman Old Style"/>
          <w:i/>
          <w:szCs w:val="22"/>
        </w:rPr>
        <w:t>Chocolate Fountain</w:t>
      </w:r>
    </w:p>
    <w:p w:rsidR="003602AA" w:rsidRPr="00FC5039" w:rsidRDefault="003602AA" w:rsidP="00107AEC">
      <w:pPr>
        <w:rPr>
          <w:rFonts w:ascii="Bookman Old Style" w:hAnsi="Bookman Old Style" w:cs="Arial"/>
          <w:i/>
        </w:rPr>
      </w:pPr>
      <w:r w:rsidRPr="00FC5039">
        <w:rPr>
          <w:rFonts w:ascii="Bookman Old Style" w:hAnsi="Bookman Old Style" w:cs="Arial"/>
          <w:i/>
        </w:rPr>
        <w:t>Milk Chocolate, Dark Chocolate Or White Chocolate. Marshmallows, Fresh Strawberries, Bananas, Pineapple,Cookies, Rice Crispy Treats, Pretzels, Angle Cake, Pound Cake</w:t>
      </w:r>
    </w:p>
    <w:p w:rsidR="003602AA" w:rsidRPr="00FC5039" w:rsidRDefault="003602AA" w:rsidP="00107AEC">
      <w:pPr>
        <w:rPr>
          <w:rFonts w:ascii="Bookman Old Style" w:hAnsi="Bookman Old Style" w:cs="Arial"/>
          <w:i/>
          <w:sz w:val="28"/>
          <w:szCs w:val="28"/>
        </w:rPr>
      </w:pPr>
    </w:p>
    <w:p w:rsidR="003602AA" w:rsidRPr="00FC5039" w:rsidRDefault="003602AA" w:rsidP="00107AEC">
      <w:pPr>
        <w:rPr>
          <w:rFonts w:ascii="Bookman Old Style" w:hAnsi="Bookman Old Style" w:cs="Arial"/>
          <w:i/>
          <w:sz w:val="28"/>
          <w:szCs w:val="28"/>
        </w:rPr>
      </w:pPr>
    </w:p>
    <w:p w:rsidR="003602AA" w:rsidRPr="00FC5039" w:rsidRDefault="003602AA" w:rsidP="00107AEC">
      <w:pPr>
        <w:rPr>
          <w:rFonts w:ascii="Bookman Old Style" w:hAnsi="Bookman Old Style"/>
          <w:b/>
          <w:i/>
          <w:sz w:val="28"/>
          <w:szCs w:val="28"/>
        </w:rPr>
      </w:pPr>
    </w:p>
    <w:p w:rsidR="003602AA" w:rsidRPr="00FC5039" w:rsidRDefault="003602AA" w:rsidP="00107AEC">
      <w:pPr>
        <w:jc w:val="center"/>
        <w:rPr>
          <w:rFonts w:ascii="Bookman Old Style" w:hAnsi="Bookman Old Style"/>
          <w:b/>
          <w:i/>
          <w:sz w:val="28"/>
          <w:szCs w:val="28"/>
        </w:rPr>
      </w:pPr>
    </w:p>
    <w:sectPr w:rsidR="003602AA" w:rsidRPr="00FC5039" w:rsidSect="00E57D51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C9F"/>
    <w:rsid w:val="000616CB"/>
    <w:rsid w:val="00107AEC"/>
    <w:rsid w:val="001960B7"/>
    <w:rsid w:val="001C6BEB"/>
    <w:rsid w:val="001D4E5C"/>
    <w:rsid w:val="00307B24"/>
    <w:rsid w:val="003602AA"/>
    <w:rsid w:val="003771F5"/>
    <w:rsid w:val="00394783"/>
    <w:rsid w:val="003B7A8B"/>
    <w:rsid w:val="00416459"/>
    <w:rsid w:val="00484E15"/>
    <w:rsid w:val="004B2150"/>
    <w:rsid w:val="00553F6C"/>
    <w:rsid w:val="006256FC"/>
    <w:rsid w:val="00660FE7"/>
    <w:rsid w:val="009249FF"/>
    <w:rsid w:val="009E361A"/>
    <w:rsid w:val="00A75890"/>
    <w:rsid w:val="00AF23E2"/>
    <w:rsid w:val="00B121DA"/>
    <w:rsid w:val="00BF015E"/>
    <w:rsid w:val="00C27594"/>
    <w:rsid w:val="00CE2760"/>
    <w:rsid w:val="00CF1EDD"/>
    <w:rsid w:val="00D26A96"/>
    <w:rsid w:val="00D37A58"/>
    <w:rsid w:val="00E317B4"/>
    <w:rsid w:val="00E57D51"/>
    <w:rsid w:val="00E87C9F"/>
    <w:rsid w:val="00F6363E"/>
    <w:rsid w:val="00FC5039"/>
    <w:rsid w:val="00FD3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B24"/>
    <w:pPr>
      <w:spacing w:after="200" w:line="276" w:lineRule="auto"/>
    </w:p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107AEC"/>
    <w:pPr>
      <w:keepNext/>
      <w:spacing w:after="0" w:line="240" w:lineRule="auto"/>
      <w:outlineLvl w:val="8"/>
    </w:pPr>
    <w:rPr>
      <w:rFonts w:ascii="Arial" w:hAnsi="Arial" w:cs="Arial"/>
      <w:b/>
      <w:iCs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13</Pages>
  <Words>1989</Words>
  <Characters>11340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 Prices are per Person, with a 10 person minimum order per item chosen</dc:title>
  <dc:subject/>
  <dc:creator>Luis</dc:creator>
  <cp:keywords/>
  <dc:description/>
  <cp:lastModifiedBy>Scott Taylor</cp:lastModifiedBy>
  <cp:revision>4</cp:revision>
  <cp:lastPrinted>2012-08-15T18:30:00Z</cp:lastPrinted>
  <dcterms:created xsi:type="dcterms:W3CDTF">2012-08-16T15:08:00Z</dcterms:created>
  <dcterms:modified xsi:type="dcterms:W3CDTF">2012-08-22T20:53:00Z</dcterms:modified>
</cp:coreProperties>
</file>